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7552A16D" w14:textId="77777777" w:rsidTr="009027D5">
        <w:tc>
          <w:tcPr>
            <w:tcW w:w="1398" w:type="dxa"/>
          </w:tcPr>
          <w:p w14:paraId="3851261A" w14:textId="77777777" w:rsidR="00757AC7" w:rsidRPr="00C67796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C2F7682" w14:textId="77777777" w:rsidR="00757AC7" w:rsidRPr="00C67796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C67796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63E22281" w14:textId="77777777" w:rsidR="00757AC7" w:rsidRPr="00C67796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67796" w14:paraId="2E9588EE" w14:textId="77777777" w:rsidTr="00C67796">
        <w:tc>
          <w:tcPr>
            <w:tcW w:w="1398" w:type="dxa"/>
          </w:tcPr>
          <w:p w14:paraId="7E07C86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00208030</w:t>
            </w:r>
          </w:p>
        </w:tc>
        <w:tc>
          <w:tcPr>
            <w:tcW w:w="2297" w:type="dxa"/>
          </w:tcPr>
          <w:p w14:paraId="0B9F4620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</w:t>
            </w:r>
          </w:p>
          <w:p w14:paraId="7851EA1A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1/2” x 3/4"</w:t>
            </w:r>
          </w:p>
          <w:p w14:paraId="798ED549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 xml:space="preserve">Ø 15 </w:t>
            </w:r>
          </w:p>
          <w:p w14:paraId="77995CCF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gramStart"/>
            <w:r w:rsidRPr="00C67796">
              <w:rPr>
                <w:rFonts w:ascii="Poppins" w:hAnsi="Poppins" w:cs="Poppins"/>
                <w:bCs/>
                <w:sz w:val="20"/>
              </w:rPr>
              <w:t>3</w:t>
            </w:r>
            <w:proofErr w:type="gramEnd"/>
            <w:r w:rsidRPr="00C67796">
              <w:rPr>
                <w:rFonts w:ascii="Poppins" w:hAnsi="Poppins" w:cs="Poppins"/>
                <w:bCs/>
                <w:sz w:val="20"/>
              </w:rPr>
              <w:t xml:space="preserve"> bar</w:t>
            </w:r>
          </w:p>
        </w:tc>
        <w:tc>
          <w:tcPr>
            <w:tcW w:w="5803" w:type="dxa"/>
          </w:tcPr>
          <w:p w14:paraId="518A64D0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 qualificata e tarata ISPEL conforme alle direttive PED 97/23/CE.</w:t>
            </w:r>
          </w:p>
          <w:p w14:paraId="454A63E4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</w:p>
          <w:p w14:paraId="51E703FC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Misura: 1/2” x 3/4" Ø 15 mm</w:t>
            </w:r>
          </w:p>
          <w:p w14:paraId="2690B271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Pressione: 3 bar</w:t>
            </w:r>
          </w:p>
          <w:p w14:paraId="181A4F00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kcal/h: 126.873</w:t>
            </w:r>
          </w:p>
          <w:p w14:paraId="44558472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C6F444" w14:textId="461D72EF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- Modello Valvola di sicurezza 1/2” x 3/4" Ø </w:t>
            </w:r>
            <w:proofErr w:type="gramStart"/>
            <w:r w:rsidRPr="00C67796">
              <w:rPr>
                <w:rFonts w:ascii="Poppins" w:hAnsi="Poppins" w:cs="Poppins"/>
                <w:b/>
                <w:sz w:val="20"/>
              </w:rPr>
              <w:t>15  3</w:t>
            </w:r>
            <w:proofErr w:type="gramEnd"/>
            <w:r w:rsidRPr="00C67796">
              <w:rPr>
                <w:rFonts w:ascii="Poppins" w:hAnsi="Poppins" w:cs="Poppins"/>
                <w:b/>
                <w:sz w:val="20"/>
              </w:rPr>
              <w:t xml:space="preserve"> bar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64041A27" w14:textId="77777777" w:rsidTr="00C67796">
        <w:tc>
          <w:tcPr>
            <w:tcW w:w="1398" w:type="dxa"/>
          </w:tcPr>
          <w:p w14:paraId="39B2DD17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00208060</w:t>
            </w:r>
          </w:p>
        </w:tc>
        <w:tc>
          <w:tcPr>
            <w:tcW w:w="2297" w:type="dxa"/>
          </w:tcPr>
          <w:p w14:paraId="1DD891E6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</w:t>
            </w:r>
          </w:p>
          <w:p w14:paraId="1861F687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1/2” x 3/4"</w:t>
            </w:r>
          </w:p>
          <w:p w14:paraId="013B67F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 xml:space="preserve">Ø 15 </w:t>
            </w:r>
          </w:p>
          <w:p w14:paraId="5F0F6CA7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gramStart"/>
            <w:r w:rsidRPr="00C67796">
              <w:rPr>
                <w:rFonts w:ascii="Poppins" w:hAnsi="Poppins" w:cs="Poppins"/>
                <w:bCs/>
                <w:sz w:val="20"/>
              </w:rPr>
              <w:t>6</w:t>
            </w:r>
            <w:proofErr w:type="gramEnd"/>
            <w:r w:rsidRPr="00C67796">
              <w:rPr>
                <w:rFonts w:ascii="Poppins" w:hAnsi="Poppins" w:cs="Poppins"/>
                <w:bCs/>
                <w:sz w:val="20"/>
              </w:rPr>
              <w:t xml:space="preserve"> bar</w:t>
            </w:r>
          </w:p>
        </w:tc>
        <w:tc>
          <w:tcPr>
            <w:tcW w:w="5803" w:type="dxa"/>
          </w:tcPr>
          <w:p w14:paraId="6DC83648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 qualificata e tarata ISPEL conforme alle direttive PED 97/23/CE.</w:t>
            </w:r>
          </w:p>
          <w:p w14:paraId="34D757E0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</w:p>
          <w:p w14:paraId="4452FF9F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Misura: 1/2” x 3/4" Ø 15 mm</w:t>
            </w:r>
          </w:p>
          <w:p w14:paraId="3F254909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Pressione: 6 bar</w:t>
            </w:r>
          </w:p>
          <w:p w14:paraId="146FA2AF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kcal/h: 221.407</w:t>
            </w:r>
          </w:p>
          <w:p w14:paraId="19C0C0D5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B27A22" w14:textId="153D7EE1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- Modello Valvola di sicurezza 1/2” x 3/4" Ø </w:t>
            </w:r>
            <w:proofErr w:type="gramStart"/>
            <w:r w:rsidRPr="00C67796">
              <w:rPr>
                <w:rFonts w:ascii="Poppins" w:hAnsi="Poppins" w:cs="Poppins"/>
                <w:b/>
                <w:sz w:val="20"/>
              </w:rPr>
              <w:t>15  6</w:t>
            </w:r>
            <w:proofErr w:type="gramEnd"/>
            <w:r w:rsidRPr="00C67796">
              <w:rPr>
                <w:rFonts w:ascii="Poppins" w:hAnsi="Poppins" w:cs="Poppins"/>
                <w:b/>
                <w:sz w:val="20"/>
              </w:rPr>
              <w:t xml:space="preserve"> bar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2AEEC327" w14:textId="77777777" w:rsidTr="00C67796">
        <w:tc>
          <w:tcPr>
            <w:tcW w:w="1398" w:type="dxa"/>
          </w:tcPr>
          <w:p w14:paraId="0C6C4607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00209030</w:t>
            </w:r>
          </w:p>
        </w:tc>
        <w:tc>
          <w:tcPr>
            <w:tcW w:w="2297" w:type="dxa"/>
          </w:tcPr>
          <w:p w14:paraId="30C737B0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</w:t>
            </w:r>
          </w:p>
          <w:p w14:paraId="65B016CE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3/4” x 1"</w:t>
            </w:r>
          </w:p>
          <w:p w14:paraId="2F67BBB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Ø 20</w:t>
            </w:r>
          </w:p>
          <w:p w14:paraId="399873DB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gramStart"/>
            <w:r w:rsidRPr="00C67796">
              <w:rPr>
                <w:rFonts w:ascii="Poppins" w:hAnsi="Poppins" w:cs="Poppins"/>
                <w:bCs/>
                <w:sz w:val="20"/>
              </w:rPr>
              <w:t>3</w:t>
            </w:r>
            <w:proofErr w:type="gramEnd"/>
            <w:r w:rsidRPr="00C67796">
              <w:rPr>
                <w:rFonts w:ascii="Poppins" w:hAnsi="Poppins" w:cs="Poppins"/>
                <w:bCs/>
                <w:sz w:val="20"/>
              </w:rPr>
              <w:t xml:space="preserve"> bar</w:t>
            </w:r>
          </w:p>
        </w:tc>
        <w:tc>
          <w:tcPr>
            <w:tcW w:w="5803" w:type="dxa"/>
          </w:tcPr>
          <w:p w14:paraId="28A16A62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 qualificata e tarata ISPEL conforme alle direttive PED 97/23/CE.</w:t>
            </w:r>
          </w:p>
          <w:p w14:paraId="537AF290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</w:p>
          <w:p w14:paraId="2EB86AA9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Misura: 3/4” x 1" Ø 20 mm</w:t>
            </w:r>
          </w:p>
          <w:p w14:paraId="73E0A1E5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Pressione: 3 bar</w:t>
            </w:r>
          </w:p>
          <w:p w14:paraId="0BAFB97E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kcal/h: 254.151</w:t>
            </w:r>
          </w:p>
          <w:p w14:paraId="6F6BCE71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5DBC3AF" w14:textId="0DA768EE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- Modello Valvola di sicurezza 3/4” x 1" Ø </w:t>
            </w:r>
            <w:proofErr w:type="gramStart"/>
            <w:r w:rsidRPr="00C67796">
              <w:rPr>
                <w:rFonts w:ascii="Poppins" w:hAnsi="Poppins" w:cs="Poppins"/>
                <w:b/>
                <w:sz w:val="20"/>
              </w:rPr>
              <w:t>15  6</w:t>
            </w:r>
            <w:proofErr w:type="gramEnd"/>
            <w:r w:rsidRPr="00C67796">
              <w:rPr>
                <w:rFonts w:ascii="Poppins" w:hAnsi="Poppins" w:cs="Poppins"/>
                <w:b/>
                <w:sz w:val="20"/>
              </w:rPr>
              <w:t xml:space="preserve"> bar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5A9CC771" w14:textId="77777777" w:rsidTr="00C67796">
        <w:tc>
          <w:tcPr>
            <w:tcW w:w="1398" w:type="dxa"/>
          </w:tcPr>
          <w:p w14:paraId="24C179F3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00209060</w:t>
            </w:r>
          </w:p>
        </w:tc>
        <w:tc>
          <w:tcPr>
            <w:tcW w:w="2297" w:type="dxa"/>
          </w:tcPr>
          <w:p w14:paraId="2D701D65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</w:t>
            </w:r>
          </w:p>
          <w:p w14:paraId="4124756C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3/4” x 1"</w:t>
            </w:r>
          </w:p>
          <w:p w14:paraId="2EB97FE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 xml:space="preserve">Ø 20 </w:t>
            </w:r>
          </w:p>
          <w:p w14:paraId="1D6BDE2A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gramStart"/>
            <w:r w:rsidRPr="00C67796">
              <w:rPr>
                <w:rFonts w:ascii="Poppins" w:hAnsi="Poppins" w:cs="Poppins"/>
                <w:bCs/>
                <w:sz w:val="20"/>
              </w:rPr>
              <w:t>6</w:t>
            </w:r>
            <w:proofErr w:type="gramEnd"/>
            <w:r w:rsidRPr="00C67796">
              <w:rPr>
                <w:rFonts w:ascii="Poppins" w:hAnsi="Poppins" w:cs="Poppins"/>
                <w:bCs/>
                <w:sz w:val="20"/>
              </w:rPr>
              <w:t xml:space="preserve"> bar</w:t>
            </w:r>
          </w:p>
        </w:tc>
        <w:tc>
          <w:tcPr>
            <w:tcW w:w="5803" w:type="dxa"/>
          </w:tcPr>
          <w:p w14:paraId="4E36BBA9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sicurezza qualificata e tarata ISPEL conforme alle direttive PED 97/23/CE.</w:t>
            </w:r>
          </w:p>
          <w:p w14:paraId="24CA2A66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</w:p>
          <w:p w14:paraId="7AC94306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Misura: 3/4” x 1" Ø 20 mm</w:t>
            </w:r>
          </w:p>
          <w:p w14:paraId="161D3152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Pressione: 6 bar</w:t>
            </w:r>
          </w:p>
          <w:p w14:paraId="78F9DF3E" w14:textId="77777777" w:rsidR="00C67796" w:rsidRPr="00C67796" w:rsidRDefault="00C67796" w:rsidP="00C67796">
            <w:pPr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kcal/h: 443.520</w:t>
            </w:r>
          </w:p>
          <w:p w14:paraId="24F6402A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60861CE" w14:textId="79304313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- Modello Valvola di sicurezza 3/4” x 1" Ø </w:t>
            </w:r>
            <w:proofErr w:type="gramStart"/>
            <w:r w:rsidRPr="00C67796">
              <w:rPr>
                <w:rFonts w:ascii="Poppins" w:hAnsi="Poppins" w:cs="Poppins"/>
                <w:b/>
                <w:sz w:val="20"/>
              </w:rPr>
              <w:t>20  6</w:t>
            </w:r>
            <w:proofErr w:type="gramEnd"/>
            <w:r w:rsidRPr="00C67796">
              <w:rPr>
                <w:rFonts w:ascii="Poppins" w:hAnsi="Poppins" w:cs="Poppins"/>
                <w:b/>
                <w:sz w:val="20"/>
              </w:rPr>
              <w:t xml:space="preserve"> bar 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171F40DE" w14:textId="77777777" w:rsidTr="00C67796">
        <w:tc>
          <w:tcPr>
            <w:tcW w:w="1398" w:type="dxa"/>
          </w:tcPr>
          <w:p w14:paraId="4B9C2F50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01005012</w:t>
            </w:r>
          </w:p>
        </w:tc>
        <w:tc>
          <w:tcPr>
            <w:tcW w:w="2297" w:type="dxa"/>
          </w:tcPr>
          <w:p w14:paraId="41CFF42B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61D6E2DF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1/2" F - F</w:t>
            </w:r>
          </w:p>
        </w:tc>
        <w:tc>
          <w:tcPr>
            <w:tcW w:w="5803" w:type="dxa"/>
          </w:tcPr>
          <w:p w14:paraId="0BCA6945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ottone sabbiato da 1/2" femmina – femmina con raccogli impurità in acciaio inox.</w:t>
            </w:r>
          </w:p>
          <w:p w14:paraId="6F3530E3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A176D7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5B58F20B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lastRenderedPageBreak/>
              <w:t>Tappo in ottone UNI EN 12165 CW617N</w:t>
            </w:r>
          </w:p>
          <w:p w14:paraId="7E4A64F6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UNI EN 12165 CW617N</w:t>
            </w:r>
          </w:p>
          <w:p w14:paraId="071030D3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Filtro: acciaio inox</w:t>
            </w:r>
          </w:p>
          <w:p w14:paraId="132DC115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54FF78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0D98B51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54C26B68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19F4B79" w14:textId="076234D9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1/2"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5986705A" w14:textId="77777777" w:rsidTr="00C67796">
        <w:tc>
          <w:tcPr>
            <w:tcW w:w="1398" w:type="dxa"/>
          </w:tcPr>
          <w:p w14:paraId="25084B4F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lastRenderedPageBreak/>
              <w:t>01005034</w:t>
            </w:r>
          </w:p>
        </w:tc>
        <w:tc>
          <w:tcPr>
            <w:tcW w:w="2297" w:type="dxa"/>
          </w:tcPr>
          <w:p w14:paraId="4A3DD430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4102220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3/4" F - F</w:t>
            </w:r>
          </w:p>
        </w:tc>
        <w:tc>
          <w:tcPr>
            <w:tcW w:w="5803" w:type="dxa"/>
          </w:tcPr>
          <w:p w14:paraId="09DF8823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ottone sabbiato da 3/4" femmina – femmina con raccogli impurità in acciaio inox.</w:t>
            </w:r>
          </w:p>
          <w:p w14:paraId="5F765F49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3252AD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349AAAEA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Tappo in ottone UNI EN 12165 CW617N</w:t>
            </w:r>
          </w:p>
          <w:p w14:paraId="2C9B9459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UNI EN 12165 CW617N</w:t>
            </w:r>
          </w:p>
          <w:p w14:paraId="6796DCCB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Filtro: acciaio inox</w:t>
            </w:r>
          </w:p>
          <w:p w14:paraId="21A13602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0A1B189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624A133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1648DF7F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4B2C6EF" w14:textId="666E370E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3/4"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19CE0CA0" w14:textId="77777777" w:rsidTr="00C67796">
        <w:tc>
          <w:tcPr>
            <w:tcW w:w="1398" w:type="dxa"/>
          </w:tcPr>
          <w:p w14:paraId="15910903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01005100</w:t>
            </w:r>
          </w:p>
        </w:tc>
        <w:tc>
          <w:tcPr>
            <w:tcW w:w="2297" w:type="dxa"/>
          </w:tcPr>
          <w:p w14:paraId="7813632C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1AD079D6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1" F - F</w:t>
            </w:r>
          </w:p>
        </w:tc>
        <w:tc>
          <w:tcPr>
            <w:tcW w:w="5803" w:type="dxa"/>
          </w:tcPr>
          <w:p w14:paraId="4ADEBB1E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ottone sabbiato da 1" femmina – femmina con raccogli impurità in acciaio inox.</w:t>
            </w:r>
          </w:p>
          <w:p w14:paraId="5DBD4676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1451188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11BE6121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Tappo in ottone UNI EN 12165 CW617N</w:t>
            </w:r>
          </w:p>
          <w:p w14:paraId="4FA0F6D8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UNI EN 12165 CW617N</w:t>
            </w:r>
          </w:p>
          <w:p w14:paraId="6D2A9DB9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Filtro: acciaio inox</w:t>
            </w:r>
          </w:p>
          <w:p w14:paraId="16F1B992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68D727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B12C717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3A6C819E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FB55014" w14:textId="1628E8CB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1"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2E186841" w14:textId="77777777" w:rsidTr="00C67796">
        <w:tc>
          <w:tcPr>
            <w:tcW w:w="1398" w:type="dxa"/>
          </w:tcPr>
          <w:p w14:paraId="10C7054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01005114</w:t>
            </w:r>
          </w:p>
        </w:tc>
        <w:tc>
          <w:tcPr>
            <w:tcW w:w="2297" w:type="dxa"/>
          </w:tcPr>
          <w:p w14:paraId="3E21721E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2423CB22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1"1/4 F - F</w:t>
            </w:r>
          </w:p>
        </w:tc>
        <w:tc>
          <w:tcPr>
            <w:tcW w:w="5803" w:type="dxa"/>
          </w:tcPr>
          <w:p w14:paraId="0C348FDA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ottone sabbiato da 1"1/4 femmina – femmina con raccogli impurità in acciaio inox.</w:t>
            </w:r>
          </w:p>
          <w:p w14:paraId="577F5006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2DC800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595E8F53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Tappo in ottone UNI EN 12165 CW617N</w:t>
            </w:r>
          </w:p>
          <w:p w14:paraId="1BAD4F80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Delta C EN 1982 CB 7455</w:t>
            </w:r>
          </w:p>
          <w:p w14:paraId="62CFAE00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lastRenderedPageBreak/>
              <w:t>Filtro: acciaio inox</w:t>
            </w:r>
          </w:p>
          <w:p w14:paraId="5453214C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4313EA6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03D1835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02D6820C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A47C333" w14:textId="11DEB55E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1"1/4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3187A630" w14:textId="77777777" w:rsidTr="00C67796">
        <w:tc>
          <w:tcPr>
            <w:tcW w:w="1398" w:type="dxa"/>
          </w:tcPr>
          <w:p w14:paraId="79643F3B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lastRenderedPageBreak/>
              <w:t>01005112</w:t>
            </w:r>
          </w:p>
        </w:tc>
        <w:tc>
          <w:tcPr>
            <w:tcW w:w="2297" w:type="dxa"/>
          </w:tcPr>
          <w:p w14:paraId="15DAAE6D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016245F9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1”1/2 F - F</w:t>
            </w:r>
          </w:p>
        </w:tc>
        <w:tc>
          <w:tcPr>
            <w:tcW w:w="5803" w:type="dxa"/>
          </w:tcPr>
          <w:p w14:paraId="322301AD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ottone sabbiato da 1"1/2 femmina – femmina con raccogli impurità in acciaio inox.</w:t>
            </w:r>
          </w:p>
          <w:p w14:paraId="040427BD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752D21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6051144E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Tappo in ottone UNI EN 12165 CW617N</w:t>
            </w:r>
          </w:p>
          <w:p w14:paraId="2184D735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Delta C EN 1982 CB 7455</w:t>
            </w:r>
          </w:p>
          <w:p w14:paraId="0040C667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Filtro: acciaio inox</w:t>
            </w:r>
          </w:p>
          <w:p w14:paraId="50080F18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37F5F8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DE402AF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0F47DA61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29176CE" w14:textId="6FBEB8EB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1"1/2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09A02D7A" w14:textId="77777777" w:rsidTr="00C67796">
        <w:tc>
          <w:tcPr>
            <w:tcW w:w="1398" w:type="dxa"/>
          </w:tcPr>
          <w:p w14:paraId="3BFF41C0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01005200</w:t>
            </w:r>
          </w:p>
        </w:tc>
        <w:tc>
          <w:tcPr>
            <w:tcW w:w="2297" w:type="dxa"/>
          </w:tcPr>
          <w:p w14:paraId="4A8A3313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32D62EF4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2" F - F</w:t>
            </w:r>
          </w:p>
        </w:tc>
        <w:tc>
          <w:tcPr>
            <w:tcW w:w="5803" w:type="dxa"/>
          </w:tcPr>
          <w:p w14:paraId="5DD41251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ottone sabbiato da 2" femmina – femmina con raccogli impurità in acciaio inox.</w:t>
            </w:r>
          </w:p>
          <w:p w14:paraId="2BCF98CD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25AF1D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7EBBBFAD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Tappo in ottone UNI EN 12165 CW617N</w:t>
            </w:r>
          </w:p>
          <w:p w14:paraId="03B54F61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Delta C EN 1982 CB 7455</w:t>
            </w:r>
          </w:p>
          <w:p w14:paraId="5DB2F5B5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Filtro: acciaio inox</w:t>
            </w:r>
          </w:p>
          <w:p w14:paraId="358906CF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D6F5CF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5A0F266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2A7FF19F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9652DF1" w14:textId="508E7922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2"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7796" w14:paraId="2A501808" w14:textId="77777777" w:rsidTr="00C67796">
        <w:tc>
          <w:tcPr>
            <w:tcW w:w="1398" w:type="dxa"/>
          </w:tcPr>
          <w:p w14:paraId="60FD5A44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01005205</w:t>
            </w:r>
          </w:p>
        </w:tc>
        <w:tc>
          <w:tcPr>
            <w:tcW w:w="2297" w:type="dxa"/>
          </w:tcPr>
          <w:p w14:paraId="727CBE56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Filtro a rete sabbiato</w:t>
            </w:r>
          </w:p>
          <w:p w14:paraId="369EEF11" w14:textId="77777777" w:rsidR="00C67796" w:rsidRPr="00C67796" w:rsidRDefault="00C67796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2”1/2 F - F</w:t>
            </w:r>
          </w:p>
        </w:tc>
        <w:tc>
          <w:tcPr>
            <w:tcW w:w="5803" w:type="dxa"/>
          </w:tcPr>
          <w:p w14:paraId="0A46228A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Filtro a rete in bronzo sabbiato da 2"1/2 femmina – femmina con raccogli impurità in acciaio inox.</w:t>
            </w:r>
          </w:p>
          <w:p w14:paraId="3FA7C6EC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2872DD1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36F57BD9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Tappo in ottone UNI EN 12165 CW617N</w:t>
            </w:r>
          </w:p>
          <w:p w14:paraId="029D1445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 xml:space="preserve">Corpo: bronzo SN UNI EN 1982 DIN 50930/6 </w:t>
            </w:r>
          </w:p>
          <w:p w14:paraId="5F1F45C6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Filtro: acciaio inox</w:t>
            </w:r>
          </w:p>
          <w:p w14:paraId="4DC4AB4D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EC88CF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69492CE3" w14:textId="77777777" w:rsidR="00C67796" w:rsidRPr="00C67796" w:rsidRDefault="00C67796" w:rsidP="00C6779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Filettatura F – F: ISO 228/1 (DIN 259)</w:t>
            </w:r>
          </w:p>
          <w:p w14:paraId="374BE971" w14:textId="77777777" w:rsidR="00C67796" w:rsidRPr="00C67796" w:rsidRDefault="00C67796" w:rsidP="00C6779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64759E2" w14:textId="72B66AD4" w:rsidR="00C67796" w:rsidRPr="00C67796" w:rsidRDefault="00C67796" w:rsidP="00C67796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>E</w:t>
            </w:r>
            <w:r w:rsidR="002C14B3">
              <w:rPr>
                <w:rFonts w:ascii="Poppins" w:hAnsi="Poppins" w:cs="Poppins"/>
                <w:b/>
                <w:sz w:val="20"/>
              </w:rPr>
              <w:t>mmeti</w:t>
            </w:r>
            <w:r w:rsidR="002C14B3" w:rsidRPr="00C677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7796">
              <w:rPr>
                <w:rFonts w:ascii="Poppins" w:hAnsi="Poppins" w:cs="Poppins"/>
                <w:b/>
                <w:sz w:val="20"/>
              </w:rPr>
              <w:t>- Modello Filtro a rete sabbiato 2"1/2 F - F o equivalente</w:t>
            </w:r>
            <w:r w:rsidR="002C14B3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A5F85" w14:paraId="20B5F499" w14:textId="77777777" w:rsidTr="00C67796">
        <w:tc>
          <w:tcPr>
            <w:tcW w:w="1398" w:type="dxa"/>
          </w:tcPr>
          <w:p w14:paraId="45CB8D24" w14:textId="4C6E6380" w:rsidR="000A5F85" w:rsidRPr="00C67796" w:rsidRDefault="000A5F85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09089506</w:t>
            </w:r>
          </w:p>
        </w:tc>
        <w:tc>
          <w:tcPr>
            <w:tcW w:w="2297" w:type="dxa"/>
          </w:tcPr>
          <w:p w14:paraId="2CF26962" w14:textId="2B0452EB" w:rsidR="000A5F85" w:rsidRPr="00C67796" w:rsidRDefault="000A5F85" w:rsidP="00C6779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Defangatore magnetico per impianti di riscaldamento e raffrescamento M 1"</w:t>
            </w:r>
          </w:p>
        </w:tc>
        <w:tc>
          <w:tcPr>
            <w:tcW w:w="5803" w:type="dxa"/>
          </w:tcPr>
          <w:p w14:paraId="7C3DDF05" w14:textId="760450CD" w:rsidR="000A5F85" w:rsidRPr="000A5F85" w:rsidRDefault="000A5F85" w:rsidP="000A5F85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Filtro defangatore magnetico, per installazione orizzontale, atto a fermare le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impurità solide circolanti all’interno di un impianto di climatizzazione invernale/estiva.</w:t>
            </w:r>
          </w:p>
          <w:p w14:paraId="15110526" w14:textId="5EB9DFED" w:rsidR="000A5F85" w:rsidRPr="000A5F85" w:rsidRDefault="000A5F85" w:rsidP="000A5F85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La doppia funzione di filtrazione e bloccaggio delle particelle ferrose (tramite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magnete interno), permette la completa eliminazione delle impurità solide contenute</w:t>
            </w:r>
          </w:p>
          <w:p w14:paraId="046D1BD4" w14:textId="36B07B74" w:rsidR="000A5F85" w:rsidRDefault="000A5F85" w:rsidP="000A5F85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all’interno dell’impianto, preservando la durata del generatore di calore 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dei suoi componenti.</w:t>
            </w:r>
          </w:p>
          <w:p w14:paraId="2B7CF146" w14:textId="77777777" w:rsidR="000A5F85" w:rsidRPr="000A5F85" w:rsidRDefault="000A5F85" w:rsidP="000A5F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0FF91C" w14:textId="741D16BB" w:rsidR="000A5F85" w:rsidRPr="000A5F85" w:rsidRDefault="000A5F85" w:rsidP="000A5F8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A5F85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="00D5359C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4AD48F79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testa e bicchiere: tecnopolimero</w:t>
            </w:r>
          </w:p>
          <w:p w14:paraId="5790E8CD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ghiera raccordi: tecnopolimero</w:t>
            </w:r>
          </w:p>
          <w:p w14:paraId="6D3FE420" w14:textId="2694FC80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codoli: tecnopolimero</w:t>
            </w:r>
          </w:p>
          <w:p w14:paraId="471F8FCB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vite di sfiato: ottone</w:t>
            </w:r>
          </w:p>
          <w:p w14:paraId="20DC3571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Magnete al Neodimio</w:t>
            </w:r>
          </w:p>
          <w:p w14:paraId="3AFAE999" w14:textId="79A3B5E2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 xml:space="preserve">Materiale cartuccia filtrante: acciaio inox 250 </w:t>
            </w:r>
            <w:proofErr w:type="spellStart"/>
            <w:r w:rsidR="009F016F">
              <w:rPr>
                <w:rFonts w:ascii="Calibri" w:hAnsi="Calibri" w:cs="Calibri"/>
              </w:rPr>
              <w:t>μ</w:t>
            </w:r>
            <w:r w:rsidRPr="00DD3C72">
              <w:rPr>
                <w:rFonts w:ascii="Poppins" w:hAnsi="Poppins" w:cs="Poppins"/>
              </w:rPr>
              <w:t>m</w:t>
            </w:r>
            <w:proofErr w:type="spellEnd"/>
          </w:p>
          <w:p w14:paraId="46E0593D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O-Ring bicchiere: NBR</w:t>
            </w:r>
          </w:p>
          <w:p w14:paraId="27CC5E04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Guarnizioni raccordi: EPDM</w:t>
            </w:r>
          </w:p>
          <w:p w14:paraId="663F85A9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Temperatura massima di esercizio: 80 °C</w:t>
            </w:r>
          </w:p>
          <w:p w14:paraId="2DF785CE" w14:textId="7777777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Lunghezza senza bocchettoni: 133 mm</w:t>
            </w:r>
          </w:p>
          <w:p w14:paraId="0BD4E869" w14:textId="33B88817" w:rsidR="000A5F85" w:rsidRPr="00DD3C72" w:rsidRDefault="000A5F85" w:rsidP="00DD3C72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Lunghezza con bocchettoni: 235 mm</w:t>
            </w:r>
          </w:p>
          <w:p w14:paraId="2C5C773C" w14:textId="77777777" w:rsidR="00DD3C72" w:rsidRDefault="00DD3C72" w:rsidP="000A5F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D06F05" w14:textId="77777777" w:rsidR="000A5F85" w:rsidRDefault="000A5F85" w:rsidP="000A5F85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Fornito completo di chiave di serraggio e bocchettoni.</w:t>
            </w:r>
          </w:p>
          <w:p w14:paraId="3BFEB1C0" w14:textId="77777777" w:rsidR="00DD3C72" w:rsidRDefault="00DD3C72" w:rsidP="000A5F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C19D21" w14:textId="6935C4CC" w:rsidR="00DD3C72" w:rsidRPr="00D5359C" w:rsidRDefault="00DD3C72" w:rsidP="000A5F8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5359C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D5359C" w:rsidRPr="00D5359C">
              <w:rPr>
                <w:rFonts w:ascii="Poppins" w:hAnsi="Poppins" w:cs="Poppins"/>
                <w:b/>
                <w:bCs/>
                <w:sz w:val="20"/>
              </w:rPr>
              <w:t>Defangatore magnetico per impianti di riscaldamento e raffrescamento M 1" o equivalente.</w:t>
            </w:r>
          </w:p>
        </w:tc>
      </w:tr>
      <w:tr w:rsidR="00D5359C" w14:paraId="1B08155F" w14:textId="77777777" w:rsidTr="00C67796">
        <w:tc>
          <w:tcPr>
            <w:tcW w:w="1398" w:type="dxa"/>
          </w:tcPr>
          <w:p w14:paraId="49056D68" w14:textId="79B2D31A" w:rsidR="00D5359C" w:rsidRPr="00C67796" w:rsidRDefault="00D5359C" w:rsidP="00D5359C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09089508</w:t>
            </w:r>
          </w:p>
        </w:tc>
        <w:tc>
          <w:tcPr>
            <w:tcW w:w="2297" w:type="dxa"/>
          </w:tcPr>
          <w:p w14:paraId="70430997" w14:textId="2D101220" w:rsidR="00D5359C" w:rsidRPr="00C67796" w:rsidRDefault="00D5359C" w:rsidP="00D5359C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Defangatore magnetico per impianti di riscaldamento e raffrescamento M 1"1/4</w:t>
            </w:r>
          </w:p>
        </w:tc>
        <w:tc>
          <w:tcPr>
            <w:tcW w:w="5803" w:type="dxa"/>
          </w:tcPr>
          <w:p w14:paraId="0C18BF0F" w14:textId="77777777" w:rsidR="00D5359C" w:rsidRPr="000A5F85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Filtro defangatore magnetico, per installazione orizzontale, atto a fermare le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impurità solide circolanti all’interno di un impianto di climatizzazione invernale/estiva.</w:t>
            </w:r>
          </w:p>
          <w:p w14:paraId="2C6666EF" w14:textId="77777777" w:rsidR="00D5359C" w:rsidRPr="000A5F85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La doppia funzione di filtrazione e bloccaggio delle particelle ferrose (tramite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magnete interno), permette la completa eliminazione delle impurità solide contenute</w:t>
            </w:r>
          </w:p>
          <w:p w14:paraId="6F87B969" w14:textId="77777777" w:rsidR="00D5359C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lastRenderedPageBreak/>
              <w:t>all’interno dell’impianto, preservando la durata del generatore di calore 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dei suoi componenti.</w:t>
            </w:r>
          </w:p>
          <w:p w14:paraId="44E0E223" w14:textId="77777777" w:rsidR="00D5359C" w:rsidRPr="000A5F85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502F43" w14:textId="77777777" w:rsidR="00D5359C" w:rsidRPr="000A5F85" w:rsidRDefault="00D5359C" w:rsidP="00D5359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A5F85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5931C8F2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testa e bicchiere: tecnopolimero</w:t>
            </w:r>
          </w:p>
          <w:p w14:paraId="65F6E12D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ghiera raccordi: tecnopolimero</w:t>
            </w:r>
          </w:p>
          <w:p w14:paraId="4B297674" w14:textId="2343C9CB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codoli: ottone</w:t>
            </w:r>
          </w:p>
          <w:p w14:paraId="10B22AB1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vite di sfiato: ottone</w:t>
            </w:r>
          </w:p>
          <w:p w14:paraId="1E1C8705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Magnete al Neodimio</w:t>
            </w:r>
          </w:p>
          <w:p w14:paraId="47747F91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 xml:space="preserve">Materiale cartuccia filtrante: acciaio inox 250 </w:t>
            </w:r>
            <w:proofErr w:type="spellStart"/>
            <w:r w:rsidRPr="009F016F">
              <w:rPr>
                <w:rFonts w:ascii="Cambria" w:hAnsi="Cambria" w:cs="Cambria"/>
              </w:rPr>
              <w:t>μ</w:t>
            </w:r>
            <w:r w:rsidRPr="00DD3C72">
              <w:rPr>
                <w:rFonts w:ascii="Poppins" w:hAnsi="Poppins" w:cs="Poppins"/>
              </w:rPr>
              <w:t>m</w:t>
            </w:r>
            <w:proofErr w:type="spellEnd"/>
          </w:p>
          <w:p w14:paraId="5B4EB2B8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O-Ring bicchiere: NBR</w:t>
            </w:r>
          </w:p>
          <w:p w14:paraId="752B1CE6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Guarnizioni raccordi: EPDM</w:t>
            </w:r>
          </w:p>
          <w:p w14:paraId="12009E84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Temperatura massima di esercizio: 80 °C</w:t>
            </w:r>
          </w:p>
          <w:p w14:paraId="3CCDE447" w14:textId="77777777" w:rsidR="00D5359C" w:rsidRPr="00DD3C72" w:rsidRDefault="00D5359C" w:rsidP="00D5359C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Lunghezza senza bocchettoni: 133 mm</w:t>
            </w:r>
          </w:p>
          <w:p w14:paraId="486E7A16" w14:textId="3A7321F8" w:rsidR="00D5359C" w:rsidRDefault="00D5359C" w:rsidP="00CE6896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D5359C">
              <w:rPr>
                <w:rFonts w:ascii="Poppins" w:hAnsi="Poppins" w:cs="Poppins"/>
              </w:rPr>
              <w:t>Lunghezza con bocchettoni: 230 mm</w:t>
            </w:r>
          </w:p>
          <w:p w14:paraId="77209BCC" w14:textId="77777777" w:rsidR="00D5359C" w:rsidRPr="00D5359C" w:rsidRDefault="00D5359C" w:rsidP="00D5359C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514E7A74" w14:textId="77777777" w:rsidR="00D5359C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Fornito completo di chiave di serraggio e bocchettoni.</w:t>
            </w:r>
          </w:p>
          <w:p w14:paraId="4ABC9386" w14:textId="77777777" w:rsidR="00D5359C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D3EBC0" w14:textId="4B8C34FB" w:rsidR="00D5359C" w:rsidRPr="00C67796" w:rsidRDefault="00D5359C" w:rsidP="00D5359C">
            <w:pPr>
              <w:jc w:val="both"/>
              <w:rPr>
                <w:rFonts w:ascii="Poppins" w:hAnsi="Poppins" w:cs="Poppins"/>
                <w:sz w:val="20"/>
              </w:rPr>
            </w:pPr>
            <w:r w:rsidRPr="00D5359C">
              <w:rPr>
                <w:rFonts w:ascii="Poppins" w:hAnsi="Poppins" w:cs="Poppins"/>
                <w:b/>
                <w:bCs/>
                <w:sz w:val="20"/>
              </w:rPr>
              <w:t>Marca Emmeti - Modello Defangatore magnetico per impianti di riscaldamento e raffrescamento M 1"</w:t>
            </w:r>
            <w:r w:rsidR="009F016F">
              <w:rPr>
                <w:rFonts w:ascii="Poppins" w:hAnsi="Poppins" w:cs="Poppins"/>
                <w:b/>
                <w:bCs/>
                <w:sz w:val="20"/>
              </w:rPr>
              <w:t>1/4</w:t>
            </w:r>
            <w:r w:rsidRPr="00D5359C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D5359C" w14:paraId="36D2B0C5" w14:textId="77777777" w:rsidTr="00C67796">
        <w:tc>
          <w:tcPr>
            <w:tcW w:w="1398" w:type="dxa"/>
          </w:tcPr>
          <w:p w14:paraId="21D92ADC" w14:textId="1821149D" w:rsidR="00D5359C" w:rsidRPr="00C67796" w:rsidRDefault="00D5359C" w:rsidP="00D5359C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09089512</w:t>
            </w:r>
          </w:p>
        </w:tc>
        <w:tc>
          <w:tcPr>
            <w:tcW w:w="2297" w:type="dxa"/>
          </w:tcPr>
          <w:p w14:paraId="39955B77" w14:textId="77777777" w:rsidR="00D5359C" w:rsidRDefault="00160EEB" w:rsidP="00D5359C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Ricambio cartuccia filtrante per defangatore magnetico</w:t>
            </w:r>
          </w:p>
          <w:p w14:paraId="234E0168" w14:textId="2077C0E0" w:rsidR="00DE7FF1" w:rsidRPr="00C67796" w:rsidRDefault="00DE7FF1" w:rsidP="00D5359C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250 </w:t>
            </w:r>
            <w:proofErr w:type="spellStart"/>
            <w:r>
              <w:rPr>
                <w:rFonts w:ascii="Calibri" w:hAnsi="Calibri" w:cs="Calibri"/>
                <w:sz w:val="20"/>
              </w:rPr>
              <w:t>μ</w:t>
            </w:r>
            <w:r>
              <w:rPr>
                <w:rFonts w:ascii="Poppins" w:hAnsi="Poppins" w:cs="Poppins"/>
                <w:sz w:val="20"/>
              </w:rPr>
              <w:t>m</w:t>
            </w:r>
            <w:proofErr w:type="spellEnd"/>
          </w:p>
        </w:tc>
        <w:tc>
          <w:tcPr>
            <w:tcW w:w="5803" w:type="dxa"/>
          </w:tcPr>
          <w:p w14:paraId="6F6CC5F9" w14:textId="77777777" w:rsidR="00D5359C" w:rsidRDefault="00160EEB" w:rsidP="00D5359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Ricambio cartuccia filtrante per defangatore magnetico per impianti di riscaldamento e raffrescamento.</w:t>
            </w:r>
          </w:p>
          <w:p w14:paraId="1AD85D07" w14:textId="77777777" w:rsidR="00160EEB" w:rsidRDefault="00160EEB" w:rsidP="00D5359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4991C1E" w14:textId="249BB86D" w:rsidR="00FF17A7" w:rsidRDefault="00FF17A7" w:rsidP="00D5359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Filtro: 250 </w:t>
            </w:r>
            <w:proofErr w:type="spellStart"/>
            <w:r>
              <w:rPr>
                <w:rFonts w:ascii="Calibri" w:hAnsi="Calibri" w:cs="Calibri"/>
                <w:sz w:val="20"/>
              </w:rPr>
              <w:t>μ</w:t>
            </w:r>
            <w:r>
              <w:rPr>
                <w:rFonts w:ascii="Poppins" w:hAnsi="Poppins" w:cs="Poppins"/>
                <w:sz w:val="20"/>
              </w:rPr>
              <w:t>m</w:t>
            </w:r>
            <w:proofErr w:type="spellEnd"/>
          </w:p>
          <w:p w14:paraId="7888E000" w14:textId="77777777" w:rsidR="00FF17A7" w:rsidRDefault="00FF17A7" w:rsidP="00D5359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98B133" w14:textId="4F19BC8F" w:rsidR="00FF17A7" w:rsidRPr="00FF17A7" w:rsidRDefault="00FF17A7" w:rsidP="00FF17A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F17A7">
              <w:rPr>
                <w:rFonts w:ascii="Poppins" w:hAnsi="Poppins" w:cs="Poppins"/>
                <w:b/>
                <w:bCs/>
                <w:sz w:val="20"/>
              </w:rPr>
              <w:t>Marca Emmeti - Modello Ricambio cartuccia filtrante per defangatore magnetico o equivalente.</w:t>
            </w:r>
          </w:p>
        </w:tc>
      </w:tr>
      <w:tr w:rsidR="004E68D0" w14:paraId="3DAF0F32" w14:textId="77777777" w:rsidTr="00C67796">
        <w:tc>
          <w:tcPr>
            <w:tcW w:w="1398" w:type="dxa"/>
          </w:tcPr>
          <w:p w14:paraId="4E4B2517" w14:textId="76141348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0908951</w:t>
            </w:r>
            <w:r>
              <w:rPr>
                <w:rFonts w:ascii="Poppins" w:hAnsi="Poppins" w:cs="Poppins"/>
                <w:bCs/>
                <w:sz w:val="20"/>
              </w:rPr>
              <w:t>0</w:t>
            </w:r>
          </w:p>
        </w:tc>
        <w:tc>
          <w:tcPr>
            <w:tcW w:w="2297" w:type="dxa"/>
          </w:tcPr>
          <w:p w14:paraId="33DAC178" w14:textId="4A07225D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Ricambio </w:t>
            </w:r>
            <w:r>
              <w:rPr>
                <w:rFonts w:ascii="Poppins" w:hAnsi="Poppins" w:cs="Poppins"/>
                <w:bCs/>
                <w:sz w:val="20"/>
              </w:rPr>
              <w:t>O-ring</w:t>
            </w:r>
            <w:r>
              <w:rPr>
                <w:rFonts w:ascii="Poppins" w:hAnsi="Poppins" w:cs="Poppins"/>
                <w:bCs/>
                <w:sz w:val="20"/>
              </w:rPr>
              <w:t xml:space="preserve"> per defangatore magnetico</w:t>
            </w:r>
          </w:p>
        </w:tc>
        <w:tc>
          <w:tcPr>
            <w:tcW w:w="5803" w:type="dxa"/>
          </w:tcPr>
          <w:p w14:paraId="0D4F491F" w14:textId="133B851E" w:rsidR="004E68D0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Ricambio </w:t>
            </w:r>
            <w:r>
              <w:rPr>
                <w:rFonts w:ascii="Poppins" w:hAnsi="Poppins" w:cs="Poppins"/>
                <w:sz w:val="20"/>
              </w:rPr>
              <w:t xml:space="preserve">O-ring </w:t>
            </w:r>
            <w:r>
              <w:rPr>
                <w:rFonts w:ascii="Poppins" w:hAnsi="Poppins" w:cs="Poppins"/>
                <w:sz w:val="20"/>
              </w:rPr>
              <w:t>per defangatore magnetico per impianti di riscaldamento e raffrescamento.</w:t>
            </w:r>
          </w:p>
          <w:p w14:paraId="70B2C1EB" w14:textId="77777777" w:rsidR="004E68D0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3CE877" w14:textId="441EC024" w:rsidR="004E68D0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FF17A7">
              <w:rPr>
                <w:rFonts w:ascii="Poppins" w:hAnsi="Poppins" w:cs="Poppins"/>
                <w:b/>
                <w:bCs/>
                <w:sz w:val="20"/>
              </w:rPr>
              <w:t xml:space="preserve">Marca Emmeti - Modello Ricambio </w:t>
            </w:r>
            <w:r>
              <w:rPr>
                <w:rFonts w:ascii="Poppins" w:hAnsi="Poppins" w:cs="Poppins"/>
                <w:b/>
                <w:bCs/>
                <w:sz w:val="20"/>
              </w:rPr>
              <w:t>O-ring</w:t>
            </w:r>
            <w:r w:rsidRPr="00FF17A7">
              <w:rPr>
                <w:rFonts w:ascii="Poppins" w:hAnsi="Poppins" w:cs="Poppins"/>
                <w:b/>
                <w:bCs/>
                <w:sz w:val="20"/>
              </w:rPr>
              <w:t xml:space="preserve"> per defangatore magnetico o equivalente.</w:t>
            </w:r>
          </w:p>
        </w:tc>
      </w:tr>
      <w:tr w:rsidR="004E68D0" w14:paraId="401F6D41" w14:textId="77777777" w:rsidTr="00C67796">
        <w:tc>
          <w:tcPr>
            <w:tcW w:w="1398" w:type="dxa"/>
          </w:tcPr>
          <w:p w14:paraId="01CA28FA" w14:textId="73380071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15460014</w:t>
            </w:r>
          </w:p>
        </w:tc>
        <w:tc>
          <w:tcPr>
            <w:tcW w:w="2297" w:type="dxa"/>
          </w:tcPr>
          <w:p w14:paraId="4392B3DF" w14:textId="04206925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81275">
              <w:rPr>
                <w:rFonts w:ascii="Poppins" w:hAnsi="Poppins" w:cs="Poppins"/>
                <w:bCs/>
                <w:sz w:val="20"/>
              </w:rPr>
              <w:t>Staffa met</w:t>
            </w:r>
            <w:r>
              <w:rPr>
                <w:rFonts w:ascii="Poppins" w:hAnsi="Poppins" w:cs="Poppins"/>
                <w:bCs/>
                <w:sz w:val="20"/>
              </w:rPr>
              <w:t>al</w:t>
            </w:r>
            <w:r w:rsidRPr="00E81275">
              <w:rPr>
                <w:rFonts w:ascii="Poppins" w:hAnsi="Poppins" w:cs="Poppins"/>
                <w:bCs/>
                <w:sz w:val="20"/>
              </w:rPr>
              <w:t>lica per filtri</w:t>
            </w:r>
            <w:r>
              <w:rPr>
                <w:rFonts w:ascii="Poppins" w:hAnsi="Poppins" w:cs="Poppins"/>
                <w:bCs/>
                <w:sz w:val="20"/>
              </w:rPr>
              <w:t xml:space="preserve"> 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defangatori</w:t>
            </w:r>
            <w:proofErr w:type="spellEnd"/>
          </w:p>
        </w:tc>
        <w:tc>
          <w:tcPr>
            <w:tcW w:w="5803" w:type="dxa"/>
          </w:tcPr>
          <w:p w14:paraId="1825646C" w14:textId="41D48F8C" w:rsidR="004E68D0" w:rsidRPr="00E81275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E81275">
              <w:rPr>
                <w:rFonts w:ascii="Poppins" w:hAnsi="Poppins" w:cs="Poppins"/>
                <w:sz w:val="20"/>
              </w:rPr>
              <w:t xml:space="preserve">Staffa metallica per filtri </w:t>
            </w:r>
            <w:r>
              <w:rPr>
                <w:rFonts w:ascii="Poppins" w:hAnsi="Poppins" w:cs="Poppins"/>
                <w:sz w:val="20"/>
              </w:rPr>
              <w:t xml:space="preserve">e </w:t>
            </w:r>
            <w:proofErr w:type="spellStart"/>
            <w:r>
              <w:rPr>
                <w:rFonts w:ascii="Poppins" w:hAnsi="Poppins" w:cs="Poppins"/>
                <w:sz w:val="20"/>
              </w:rPr>
              <w:t>defangatori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magnetici </w:t>
            </w:r>
            <w:r w:rsidRPr="00E81275">
              <w:rPr>
                <w:rFonts w:ascii="Poppins" w:hAnsi="Poppins" w:cs="Poppins"/>
                <w:sz w:val="20"/>
              </w:rPr>
              <w:t>senza by-pass.</w:t>
            </w:r>
          </w:p>
          <w:p w14:paraId="6D8A3B21" w14:textId="77777777" w:rsidR="004E68D0" w:rsidRPr="00E81275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0B3C91" w14:textId="04AFC2F3" w:rsidR="004E68D0" w:rsidRPr="00E81275" w:rsidRDefault="004E68D0" w:rsidP="004E68D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81275">
              <w:rPr>
                <w:rFonts w:ascii="Poppins" w:hAnsi="Poppins" w:cs="Poppins"/>
                <w:b/>
                <w:bCs/>
                <w:sz w:val="20"/>
              </w:rPr>
              <w:t xml:space="preserve">Marca Emmeti – Modello Staffa metallica per filtri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e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defangatori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E8127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E68D0" w14:paraId="32A296AD" w14:textId="77777777" w:rsidTr="00C67796">
        <w:tc>
          <w:tcPr>
            <w:tcW w:w="1398" w:type="dxa"/>
          </w:tcPr>
          <w:p w14:paraId="0EFC5111" w14:textId="106A4FDD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09811267</w:t>
            </w:r>
          </w:p>
        </w:tc>
        <w:tc>
          <w:tcPr>
            <w:tcW w:w="2297" w:type="dxa"/>
          </w:tcPr>
          <w:p w14:paraId="5BD77ABC" w14:textId="77777777" w:rsidR="004E68D0" w:rsidRPr="00E35EE2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 xml:space="preserve">Valvola a sfera Progress femmina - </w:t>
            </w:r>
            <w:r w:rsidRPr="00E35EE2">
              <w:rPr>
                <w:rFonts w:ascii="Poppins" w:hAnsi="Poppins" w:cs="Poppins"/>
                <w:bCs/>
                <w:sz w:val="20"/>
              </w:rPr>
              <w:lastRenderedPageBreak/>
              <w:t>dado girevole da 3/4" F x 3/4" G a</w:t>
            </w:r>
          </w:p>
          <w:p w14:paraId="00BEB679" w14:textId="748C52AA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>squadra con maniglia a farfalla</w:t>
            </w:r>
          </w:p>
        </w:tc>
        <w:tc>
          <w:tcPr>
            <w:tcW w:w="5803" w:type="dxa"/>
          </w:tcPr>
          <w:p w14:paraId="4F0D9FB7" w14:textId="4C2BC41D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lastRenderedPageBreak/>
              <w:t xml:space="preserve">Valvola a sfera per acqua femmina </w:t>
            </w:r>
            <w:r>
              <w:rPr>
                <w:rFonts w:ascii="Poppins" w:hAnsi="Poppins" w:cs="Poppins"/>
                <w:sz w:val="20"/>
              </w:rPr>
              <w:t>-</w:t>
            </w:r>
            <w:r w:rsidRPr="00E35EE2">
              <w:rPr>
                <w:rFonts w:ascii="Poppins" w:hAnsi="Poppins" w:cs="Poppins"/>
                <w:sz w:val="20"/>
              </w:rPr>
              <w:t xml:space="preserve"> dado girevole da 3/4" F x 3/4" G 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E35EE2">
              <w:rPr>
                <w:rFonts w:ascii="Poppins" w:hAnsi="Poppins" w:cs="Poppins"/>
                <w:sz w:val="20"/>
              </w:rPr>
              <w:t>squadra con maniglia a farfalla con maniglia a farfalla di colore nero.</w:t>
            </w:r>
          </w:p>
          <w:p w14:paraId="58B4FEC1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9E12B2" w14:textId="77777777" w:rsidR="004E68D0" w:rsidRPr="00C057F5" w:rsidRDefault="004E68D0" w:rsidP="004E68D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54015AC" w14:textId="3995C30E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368C4D9D" w14:textId="6CE3DCC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3F8A49B1" w14:textId="6339917C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3739D3FB" w14:textId="504CE266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4086255E" w14:textId="33E49B93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7554512D" w14:textId="43A30072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3EBB16DF" w14:textId="07229C21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Maniglia alluminio pressofuso verniciata nera</w:t>
            </w:r>
          </w:p>
          <w:p w14:paraId="2A6935AA" w14:textId="1580A093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213C8DA1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122F48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 xml:space="preserve">Filettatura attacco F: UNI EN 10226 (UNI EN ISO 7/1 </w:t>
            </w:r>
            <w:proofErr w:type="spellStart"/>
            <w:r w:rsidRPr="00E35EE2">
              <w:rPr>
                <w:rFonts w:ascii="Poppins" w:hAnsi="Poppins" w:cs="Poppins"/>
                <w:sz w:val="20"/>
              </w:rPr>
              <w:t>Rp</w:t>
            </w:r>
            <w:proofErr w:type="spellEnd"/>
            <w:r w:rsidRPr="00E35EE2">
              <w:rPr>
                <w:rFonts w:ascii="Poppins" w:hAnsi="Poppins" w:cs="Poppins"/>
                <w:sz w:val="20"/>
              </w:rPr>
              <w:t>).</w:t>
            </w:r>
          </w:p>
          <w:p w14:paraId="73ACB62B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>Filettatura dado girevole: ISO 228/1.</w:t>
            </w:r>
          </w:p>
          <w:p w14:paraId="43D587BB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6AE366" w14:textId="2756D078" w:rsidR="004E68D0" w:rsidRPr="00E35EE2" w:rsidRDefault="004E68D0" w:rsidP="004E68D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35EE2">
              <w:rPr>
                <w:rFonts w:ascii="Poppins" w:hAnsi="Poppins" w:cs="Poppins"/>
                <w:b/>
                <w:bCs/>
                <w:sz w:val="20"/>
              </w:rPr>
              <w:t>Marca Emmeti - Modello Valvola a sfera per acqua Progress femmina - dado girevole da 3/4" F x 3/4" G a squadra con maniglia a farfalla o equivalente.</w:t>
            </w:r>
          </w:p>
        </w:tc>
      </w:tr>
      <w:tr w:rsidR="004E68D0" w14:paraId="4CEC6021" w14:textId="77777777" w:rsidTr="00C67796">
        <w:tc>
          <w:tcPr>
            <w:tcW w:w="1398" w:type="dxa"/>
          </w:tcPr>
          <w:p w14:paraId="2EF54087" w14:textId="68666C3E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80001100</w:t>
            </w:r>
          </w:p>
        </w:tc>
        <w:tc>
          <w:tcPr>
            <w:tcW w:w="2297" w:type="dxa"/>
          </w:tcPr>
          <w:p w14:paraId="11B94CCB" w14:textId="7603DAC2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da 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" </w:t>
            </w:r>
            <w:r>
              <w:rPr>
                <w:rFonts w:ascii="Poppins" w:hAnsi="Poppins" w:cs="Poppins"/>
                <w:bCs/>
                <w:sz w:val="20"/>
              </w:rPr>
              <w:t>F - F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diritta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con maniglia a </w:t>
            </w:r>
            <w:r>
              <w:rPr>
                <w:rFonts w:ascii="Poppins" w:hAnsi="Poppins" w:cs="Poppins"/>
                <w:bCs/>
                <w:sz w:val="20"/>
              </w:rPr>
              <w:t>leva</w:t>
            </w:r>
          </w:p>
        </w:tc>
        <w:tc>
          <w:tcPr>
            <w:tcW w:w="5803" w:type="dxa"/>
          </w:tcPr>
          <w:p w14:paraId="3049C040" w14:textId="288346E0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C81E4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C81E4A">
              <w:rPr>
                <w:rFonts w:ascii="Poppins" w:hAnsi="Poppins" w:cs="Poppins"/>
                <w:sz w:val="20"/>
              </w:rPr>
              <w:t xml:space="preserve">femmina - femmina da 1" F - F diritta con maniglia a leva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1861155E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7D80E0" w14:textId="77777777" w:rsidR="004E68D0" w:rsidRPr="00C057F5" w:rsidRDefault="004E68D0" w:rsidP="004E68D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CC60762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04163E08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64565D18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603E57A7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52B59E1F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1C800027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7592996D" w14:textId="15B755E1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1414F2D2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02B41E76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6F5315" w14:textId="363A9B4C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 xml:space="preserve">Filettatura attacco F: UNI EN 10226 (UNI EN ISO 7/1 </w:t>
            </w:r>
            <w:proofErr w:type="spellStart"/>
            <w:r w:rsidRPr="00E35EE2">
              <w:rPr>
                <w:rFonts w:ascii="Poppins" w:hAnsi="Poppins" w:cs="Poppins"/>
                <w:sz w:val="20"/>
              </w:rPr>
              <w:t>Rp</w:t>
            </w:r>
            <w:proofErr w:type="spellEnd"/>
            <w:r w:rsidRPr="00E35EE2">
              <w:rPr>
                <w:rFonts w:ascii="Poppins" w:hAnsi="Poppins" w:cs="Poppins"/>
                <w:sz w:val="20"/>
              </w:rPr>
              <w:t>).</w:t>
            </w:r>
          </w:p>
          <w:p w14:paraId="33D336F4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C3C1BE" w14:textId="56525D51" w:rsidR="004E68D0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6A02D2">
              <w:rPr>
                <w:rFonts w:ascii="Poppins" w:hAnsi="Poppins" w:cs="Poppins"/>
                <w:b/>
                <w:bCs/>
                <w:sz w:val="20"/>
              </w:rPr>
              <w:t xml:space="preserve">Valvola a sfera Progress femmina - femmina da 1" F - F diritta con maniglia a leva 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E68D0" w14:paraId="5A3D316C" w14:textId="77777777" w:rsidTr="00C67796">
        <w:tc>
          <w:tcPr>
            <w:tcW w:w="1398" w:type="dxa"/>
          </w:tcPr>
          <w:p w14:paraId="194B4454" w14:textId="16AA6BE4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80001114</w:t>
            </w:r>
          </w:p>
        </w:tc>
        <w:tc>
          <w:tcPr>
            <w:tcW w:w="2297" w:type="dxa"/>
          </w:tcPr>
          <w:p w14:paraId="7788FB37" w14:textId="5771B3DE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da 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E35EE2">
              <w:rPr>
                <w:rFonts w:ascii="Poppins" w:hAnsi="Poppins" w:cs="Poppins"/>
                <w:bCs/>
                <w:sz w:val="20"/>
              </w:rPr>
              <w:t>"</w:t>
            </w:r>
            <w:r>
              <w:rPr>
                <w:rFonts w:ascii="Poppins" w:hAnsi="Poppins" w:cs="Poppins"/>
                <w:bCs/>
                <w:sz w:val="20"/>
              </w:rPr>
              <w:t>1/4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 xml:space="preserve">F - </w:t>
            </w:r>
            <w:r>
              <w:rPr>
                <w:rFonts w:ascii="Poppins" w:hAnsi="Poppins" w:cs="Poppins"/>
                <w:bCs/>
                <w:sz w:val="20"/>
              </w:rPr>
              <w:lastRenderedPageBreak/>
              <w:t>F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diritta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con maniglia a </w:t>
            </w:r>
            <w:r>
              <w:rPr>
                <w:rFonts w:ascii="Poppins" w:hAnsi="Poppins" w:cs="Poppins"/>
                <w:bCs/>
                <w:sz w:val="20"/>
              </w:rPr>
              <w:t>leva</w:t>
            </w:r>
          </w:p>
        </w:tc>
        <w:tc>
          <w:tcPr>
            <w:tcW w:w="5803" w:type="dxa"/>
          </w:tcPr>
          <w:p w14:paraId="10865B26" w14:textId="09B17B9A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C81E4A">
              <w:rPr>
                <w:rFonts w:ascii="Poppins" w:hAnsi="Poppins" w:cs="Poppins"/>
                <w:sz w:val="20"/>
              </w:rPr>
              <w:lastRenderedPageBreak/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C81E4A">
              <w:rPr>
                <w:rFonts w:ascii="Poppins" w:hAnsi="Poppins" w:cs="Poppins"/>
                <w:sz w:val="20"/>
              </w:rPr>
              <w:t>femmina - femmina da 1"</w:t>
            </w:r>
            <w:r>
              <w:rPr>
                <w:rFonts w:ascii="Poppins" w:hAnsi="Poppins" w:cs="Poppins"/>
                <w:sz w:val="20"/>
              </w:rPr>
              <w:t>1/4</w:t>
            </w:r>
            <w:r w:rsidRPr="00C81E4A">
              <w:rPr>
                <w:rFonts w:ascii="Poppins" w:hAnsi="Poppins" w:cs="Poppins"/>
                <w:sz w:val="20"/>
              </w:rPr>
              <w:t xml:space="preserve"> F - F diritta con maniglia a leva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0D6381B2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D7348AE" w14:textId="77777777" w:rsidR="004E68D0" w:rsidRPr="00C057F5" w:rsidRDefault="004E68D0" w:rsidP="004E68D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0AB80BD6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lastRenderedPageBreak/>
              <w:t>Corpo in ottone ST UNI EN 12165 CW617N nichelato</w:t>
            </w:r>
          </w:p>
          <w:p w14:paraId="51AAD54D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21C5CC88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3C4443EA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21EE3EED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4BF0D88C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71B05384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1480D4EF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2D75908B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236F56C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 xml:space="preserve">Filettatura attacco F: UNI EN 10226 (UNI EN ISO 7/1 </w:t>
            </w:r>
            <w:proofErr w:type="spellStart"/>
            <w:r w:rsidRPr="00E35EE2">
              <w:rPr>
                <w:rFonts w:ascii="Poppins" w:hAnsi="Poppins" w:cs="Poppins"/>
                <w:sz w:val="20"/>
              </w:rPr>
              <w:t>Rp</w:t>
            </w:r>
            <w:proofErr w:type="spellEnd"/>
            <w:r w:rsidRPr="00E35EE2">
              <w:rPr>
                <w:rFonts w:ascii="Poppins" w:hAnsi="Poppins" w:cs="Poppins"/>
                <w:sz w:val="20"/>
              </w:rPr>
              <w:t>).</w:t>
            </w:r>
          </w:p>
          <w:p w14:paraId="6171EA4D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1A6FBB" w14:textId="506DE89D" w:rsidR="004E68D0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6A02D2">
              <w:rPr>
                <w:rFonts w:ascii="Poppins" w:hAnsi="Poppins" w:cs="Poppins"/>
                <w:b/>
                <w:bCs/>
                <w:sz w:val="20"/>
              </w:rPr>
              <w:t>Valvola a sfera Progress femmina - femmina da 1"</w:t>
            </w:r>
            <w:r>
              <w:rPr>
                <w:rFonts w:ascii="Poppins" w:hAnsi="Poppins" w:cs="Poppins"/>
                <w:b/>
                <w:bCs/>
                <w:sz w:val="20"/>
              </w:rPr>
              <w:t>1/4</w:t>
            </w:r>
            <w:r w:rsidRPr="006A02D2">
              <w:rPr>
                <w:rFonts w:ascii="Poppins" w:hAnsi="Poppins" w:cs="Poppins"/>
                <w:b/>
                <w:bCs/>
                <w:sz w:val="20"/>
              </w:rPr>
              <w:t xml:space="preserve"> F - F diritta con maniglia a leva 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E68D0" w14:paraId="43BDE984" w14:textId="77777777" w:rsidTr="00C67796">
        <w:tc>
          <w:tcPr>
            <w:tcW w:w="1398" w:type="dxa"/>
          </w:tcPr>
          <w:p w14:paraId="7A54D488" w14:textId="0511FE71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6770R106</w:t>
            </w:r>
          </w:p>
        </w:tc>
        <w:tc>
          <w:tcPr>
            <w:tcW w:w="2297" w:type="dxa"/>
          </w:tcPr>
          <w:p w14:paraId="236A6CF4" w14:textId="08127299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da </w:t>
            </w:r>
            <w:r>
              <w:rPr>
                <w:rFonts w:ascii="Poppins" w:hAnsi="Poppins" w:cs="Poppins"/>
                <w:bCs/>
                <w:sz w:val="20"/>
              </w:rPr>
              <w:t>1" F - F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35EE2">
              <w:rPr>
                <w:rFonts w:ascii="Poppins" w:hAnsi="Poppins" w:cs="Poppins"/>
                <w:bCs/>
                <w:sz w:val="20"/>
              </w:rPr>
              <w:t>squadra con maniglia a farfalla</w:t>
            </w:r>
          </w:p>
        </w:tc>
        <w:tc>
          <w:tcPr>
            <w:tcW w:w="5803" w:type="dxa"/>
          </w:tcPr>
          <w:p w14:paraId="2C62F3CC" w14:textId="7A7EF28E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B36D7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B36D7A">
              <w:rPr>
                <w:rFonts w:ascii="Poppins" w:hAnsi="Poppins" w:cs="Poppins"/>
                <w:sz w:val="20"/>
              </w:rPr>
              <w:t>femmina - femmina da 1" F - F 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D7A">
              <w:rPr>
                <w:rFonts w:ascii="Poppins" w:hAnsi="Poppins" w:cs="Poppins"/>
                <w:sz w:val="20"/>
              </w:rPr>
              <w:t xml:space="preserve">squadra con maniglia a farfalla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6B2FA2D6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86E1C2" w14:textId="77777777" w:rsidR="004E68D0" w:rsidRPr="00C057F5" w:rsidRDefault="004E68D0" w:rsidP="004E68D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5A8F863F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4F1E169F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5056B5A4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2983334A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29536823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7FCEE0C6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3E9218DF" w14:textId="1F2AF0CF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05D0F01E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3B985EDA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7BB4A0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 xml:space="preserve">Filettatura attacco F: UNI EN 10226 (UNI EN ISO 7/1 </w:t>
            </w:r>
            <w:proofErr w:type="spellStart"/>
            <w:r w:rsidRPr="00E35EE2">
              <w:rPr>
                <w:rFonts w:ascii="Poppins" w:hAnsi="Poppins" w:cs="Poppins"/>
                <w:sz w:val="20"/>
              </w:rPr>
              <w:t>Rp</w:t>
            </w:r>
            <w:proofErr w:type="spellEnd"/>
            <w:r w:rsidRPr="00E35EE2">
              <w:rPr>
                <w:rFonts w:ascii="Poppins" w:hAnsi="Poppins" w:cs="Poppins"/>
                <w:sz w:val="20"/>
              </w:rPr>
              <w:t>).</w:t>
            </w:r>
          </w:p>
          <w:p w14:paraId="071F6DF3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4E296BF" w14:textId="196529A5" w:rsidR="004E68D0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B36D7A">
              <w:rPr>
                <w:rFonts w:ascii="Poppins" w:hAnsi="Poppins" w:cs="Poppins"/>
                <w:b/>
                <w:bCs/>
                <w:sz w:val="20"/>
              </w:rPr>
              <w:t>Valvola a sfera Progress femmina - femmina da 1" F - F a squadra con maniglia a farfalla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4E68D0" w14:paraId="030F175D" w14:textId="77777777" w:rsidTr="00C67796">
        <w:tc>
          <w:tcPr>
            <w:tcW w:w="1398" w:type="dxa"/>
          </w:tcPr>
          <w:p w14:paraId="21A32F0A" w14:textId="011177A9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6770R107</w:t>
            </w:r>
          </w:p>
        </w:tc>
        <w:tc>
          <w:tcPr>
            <w:tcW w:w="2297" w:type="dxa"/>
          </w:tcPr>
          <w:p w14:paraId="0C506967" w14:textId="2189BCA3" w:rsidR="004E68D0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da </w:t>
            </w:r>
            <w:r>
              <w:rPr>
                <w:rFonts w:ascii="Poppins" w:hAnsi="Poppins" w:cs="Poppins"/>
                <w:bCs/>
                <w:sz w:val="20"/>
              </w:rPr>
              <w:t>1"1/4 F - F</w:t>
            </w:r>
            <w:r w:rsidRPr="00E35EE2">
              <w:rPr>
                <w:rFonts w:ascii="Poppins" w:hAnsi="Poppins" w:cs="Poppins"/>
                <w:bCs/>
                <w:sz w:val="20"/>
              </w:rPr>
              <w:t xml:space="preserve">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35EE2">
              <w:rPr>
                <w:rFonts w:ascii="Poppins" w:hAnsi="Poppins" w:cs="Poppins"/>
                <w:bCs/>
                <w:sz w:val="20"/>
              </w:rPr>
              <w:t>squadra con maniglia a farfalla</w:t>
            </w:r>
          </w:p>
        </w:tc>
        <w:tc>
          <w:tcPr>
            <w:tcW w:w="5803" w:type="dxa"/>
          </w:tcPr>
          <w:p w14:paraId="649BA5A9" w14:textId="297250E8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B36D7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B36D7A">
              <w:rPr>
                <w:rFonts w:ascii="Poppins" w:hAnsi="Poppins" w:cs="Poppins"/>
                <w:sz w:val="20"/>
              </w:rPr>
              <w:t>femmina - femmina da 1"</w:t>
            </w:r>
            <w:r>
              <w:rPr>
                <w:rFonts w:ascii="Poppins" w:hAnsi="Poppins" w:cs="Poppins"/>
                <w:sz w:val="20"/>
              </w:rPr>
              <w:t>1/4</w:t>
            </w:r>
            <w:r w:rsidRPr="00B36D7A">
              <w:rPr>
                <w:rFonts w:ascii="Poppins" w:hAnsi="Poppins" w:cs="Poppins"/>
                <w:sz w:val="20"/>
              </w:rPr>
              <w:t xml:space="preserve"> F - F 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D7A">
              <w:rPr>
                <w:rFonts w:ascii="Poppins" w:hAnsi="Poppins" w:cs="Poppins"/>
                <w:sz w:val="20"/>
              </w:rPr>
              <w:t xml:space="preserve">squadra con maniglia a farfalla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422F371C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620A89" w14:textId="77777777" w:rsidR="004E68D0" w:rsidRPr="00C057F5" w:rsidRDefault="004E68D0" w:rsidP="004E68D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543AE9AF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7323B616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3C0D7030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lastRenderedPageBreak/>
              <w:t>Sfera in ottone ST UNI EN 12165 CW617N cromata</w:t>
            </w:r>
          </w:p>
          <w:p w14:paraId="6A95C790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0F15CF42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52BCD8B0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31D1BD3E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5655BD2D" w14:textId="77777777" w:rsidR="004E68D0" w:rsidRPr="00C057F5" w:rsidRDefault="004E68D0" w:rsidP="004E68D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32475664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CA1B82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 xml:space="preserve">Filettatura attacco F: UNI EN 10226 (UNI EN ISO 7/1 </w:t>
            </w:r>
            <w:proofErr w:type="spellStart"/>
            <w:r w:rsidRPr="00E35EE2">
              <w:rPr>
                <w:rFonts w:ascii="Poppins" w:hAnsi="Poppins" w:cs="Poppins"/>
                <w:sz w:val="20"/>
              </w:rPr>
              <w:t>Rp</w:t>
            </w:r>
            <w:proofErr w:type="spellEnd"/>
            <w:r w:rsidRPr="00E35EE2">
              <w:rPr>
                <w:rFonts w:ascii="Poppins" w:hAnsi="Poppins" w:cs="Poppins"/>
                <w:sz w:val="20"/>
              </w:rPr>
              <w:t>).</w:t>
            </w:r>
          </w:p>
          <w:p w14:paraId="658E3A9E" w14:textId="77777777" w:rsidR="004E68D0" w:rsidRPr="00E35EE2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E854EF" w14:textId="37DDFB2E" w:rsidR="004E68D0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B36D7A">
              <w:rPr>
                <w:rFonts w:ascii="Poppins" w:hAnsi="Poppins" w:cs="Poppins"/>
                <w:b/>
                <w:bCs/>
                <w:sz w:val="20"/>
              </w:rPr>
              <w:t>Valvola a sfera Progress femmina - femmina da 1"</w:t>
            </w:r>
            <w:r>
              <w:rPr>
                <w:rFonts w:ascii="Poppins" w:hAnsi="Poppins" w:cs="Poppins"/>
                <w:b/>
                <w:bCs/>
                <w:sz w:val="20"/>
              </w:rPr>
              <w:t>1/4</w:t>
            </w:r>
            <w:r w:rsidRPr="00B36D7A">
              <w:rPr>
                <w:rFonts w:ascii="Poppins" w:hAnsi="Poppins" w:cs="Poppins"/>
                <w:b/>
                <w:bCs/>
                <w:sz w:val="20"/>
              </w:rPr>
              <w:t xml:space="preserve"> F - F a squadra con maniglia a farfalla</w:t>
            </w:r>
            <w:r w:rsidRPr="00E35EE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4E68D0" w14:paraId="2093DF2F" w14:textId="77777777" w:rsidTr="00C67796">
        <w:tc>
          <w:tcPr>
            <w:tcW w:w="1398" w:type="dxa"/>
          </w:tcPr>
          <w:p w14:paraId="4479AFAA" w14:textId="27284E5F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09089500</w:t>
            </w:r>
          </w:p>
        </w:tc>
        <w:tc>
          <w:tcPr>
            <w:tcW w:w="2297" w:type="dxa"/>
          </w:tcPr>
          <w:p w14:paraId="3C83F76F" w14:textId="77777777" w:rsidR="004E68D0" w:rsidRPr="000B093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B0936">
              <w:rPr>
                <w:rFonts w:ascii="Poppins" w:hAnsi="Poppins" w:cs="Poppins"/>
                <w:bCs/>
                <w:sz w:val="20"/>
              </w:rPr>
              <w:t>Defangatore magnetico per circuiti di riscaldamento e condizionamento</w:t>
            </w:r>
          </w:p>
          <w:p w14:paraId="0B54D6B7" w14:textId="2DB824F5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B0936">
              <w:rPr>
                <w:rFonts w:ascii="Poppins" w:hAnsi="Poppins" w:cs="Poppins"/>
                <w:bCs/>
                <w:sz w:val="20"/>
              </w:rPr>
              <w:t>da 3/4" F</w:t>
            </w:r>
          </w:p>
        </w:tc>
        <w:tc>
          <w:tcPr>
            <w:tcW w:w="5803" w:type="dxa"/>
          </w:tcPr>
          <w:p w14:paraId="5B147D08" w14:textId="52D4B21B" w:rsidR="004E68D0" w:rsidRPr="00C8012B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C8012B">
              <w:rPr>
                <w:rFonts w:ascii="Poppins" w:hAnsi="Poppins" w:cs="Poppins"/>
                <w:sz w:val="20"/>
              </w:rPr>
              <w:t>Defangatore magnetico in tecnopolimero composito con magnete che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8012B">
              <w:rPr>
                <w:rFonts w:ascii="Poppins" w:hAnsi="Poppins" w:cs="Poppins"/>
                <w:sz w:val="20"/>
              </w:rPr>
              <w:t>permette di eliminare e separare le impurità contenute nei circuiti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8012B">
              <w:rPr>
                <w:rFonts w:ascii="Poppins" w:hAnsi="Poppins" w:cs="Poppins"/>
                <w:sz w:val="20"/>
              </w:rPr>
              <w:t>riscaldamento e condizionamento nel pozzetto di raccolta.</w:t>
            </w:r>
          </w:p>
          <w:p w14:paraId="3C0D7E70" w14:textId="77777777" w:rsidR="004E68D0" w:rsidRPr="00C8012B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B8630E" w14:textId="77777777" w:rsidR="004E68D0" w:rsidRPr="003A08D3" w:rsidRDefault="004E68D0" w:rsidP="004E68D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A08D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8BCFE27" w14:textId="1C08AFA6" w:rsidR="004E68D0" w:rsidRPr="003A08D3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Filettatura: 3/4" F</w:t>
            </w:r>
          </w:p>
          <w:p w14:paraId="056F17EE" w14:textId="45A3A7C2" w:rsidR="004E68D0" w:rsidRPr="003A08D3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Materiale corpo del defangatore: PA66G30</w:t>
            </w:r>
          </w:p>
          <w:p w14:paraId="1BBBD5BD" w14:textId="5B434A04" w:rsidR="004E68D0" w:rsidRPr="003A08D3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Materiale componenti in ottone: UNI EN 12165 CW 617N o UNI EN 12164 CW 614N</w:t>
            </w:r>
          </w:p>
          <w:p w14:paraId="100383E9" w14:textId="437CEC96" w:rsidR="004E68D0" w:rsidRPr="003A08D3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 xml:space="preserve">Elastomeri utilizzati: EPDM e </w:t>
            </w:r>
            <w:proofErr w:type="spellStart"/>
            <w:r w:rsidRPr="003A08D3">
              <w:rPr>
                <w:rFonts w:ascii="Poppins" w:hAnsi="Poppins" w:cs="Poppins"/>
              </w:rPr>
              <w:t>Viton</w:t>
            </w:r>
            <w:proofErr w:type="spellEnd"/>
          </w:p>
          <w:p w14:paraId="71E849B9" w14:textId="4E77AEAA" w:rsidR="004E68D0" w:rsidRPr="003A08D3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Magnete: Samario – Cobalto</w:t>
            </w:r>
          </w:p>
          <w:p w14:paraId="7761345E" w14:textId="66F1BE3E" w:rsidR="004E68D0" w:rsidRPr="003A08D3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Fluido utilizzabile: acqua, acqua + glicole (max 30%)</w:t>
            </w:r>
          </w:p>
          <w:p w14:paraId="6722E538" w14:textId="62C680F2" w:rsidR="004E68D0" w:rsidRPr="003A08D3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Temperatura massima del fluido: 90 °C</w:t>
            </w:r>
          </w:p>
          <w:p w14:paraId="40C084EA" w14:textId="793860A4" w:rsidR="004E68D0" w:rsidRPr="003A08D3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A08D3">
              <w:rPr>
                <w:rFonts w:ascii="Poppins" w:hAnsi="Poppins" w:cs="Poppins"/>
              </w:rPr>
              <w:t>Campo magnetico: 2 x 10000 G</w:t>
            </w:r>
          </w:p>
          <w:p w14:paraId="34B7CA3E" w14:textId="7D69C86E" w:rsidR="004E68D0" w:rsidRPr="003A08D3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3A08D3">
              <w:rPr>
                <w:rFonts w:ascii="Poppins" w:hAnsi="Poppins" w:cs="Poppins"/>
              </w:rPr>
              <w:t>Kvs</w:t>
            </w:r>
            <w:proofErr w:type="spellEnd"/>
            <w:r w:rsidRPr="003A08D3">
              <w:rPr>
                <w:rFonts w:ascii="Poppins" w:hAnsi="Poppins" w:cs="Poppins"/>
              </w:rPr>
              <w:t>: 10,4</w:t>
            </w:r>
          </w:p>
          <w:p w14:paraId="09D68012" w14:textId="77777777" w:rsidR="004E68D0" w:rsidRPr="00C8012B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BDE8AC" w14:textId="1FC00063" w:rsidR="004E68D0" w:rsidRPr="00C8012B" w:rsidRDefault="004E68D0" w:rsidP="004E68D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8012B">
              <w:rPr>
                <w:rFonts w:ascii="Poppins" w:hAnsi="Poppins" w:cs="Poppins"/>
                <w:b/>
                <w:bCs/>
                <w:sz w:val="20"/>
              </w:rPr>
              <w:t xml:space="preserve">Marca Emmeti – Modello Defangatore magnetico per circuiti di riscaldamento e </w:t>
            </w:r>
            <w:proofErr w:type="gramStart"/>
            <w:r w:rsidRPr="00C8012B">
              <w:rPr>
                <w:rFonts w:ascii="Poppins" w:hAnsi="Poppins" w:cs="Poppins"/>
                <w:b/>
                <w:bCs/>
                <w:sz w:val="20"/>
              </w:rPr>
              <w:t>condizionamento  da</w:t>
            </w:r>
            <w:proofErr w:type="gramEnd"/>
            <w:r w:rsidRPr="00C8012B">
              <w:rPr>
                <w:rFonts w:ascii="Poppins" w:hAnsi="Poppins" w:cs="Poppins"/>
                <w:b/>
                <w:bCs/>
                <w:sz w:val="20"/>
              </w:rPr>
              <w:t xml:space="preserve"> 3/4" F o equivalente.</w:t>
            </w:r>
          </w:p>
        </w:tc>
      </w:tr>
      <w:tr w:rsidR="004E68D0" w14:paraId="4772B4B9" w14:textId="77777777" w:rsidTr="00C67796">
        <w:tc>
          <w:tcPr>
            <w:tcW w:w="1398" w:type="dxa"/>
          </w:tcPr>
          <w:p w14:paraId="5DB6B828" w14:textId="77777777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02707822</w:t>
            </w:r>
          </w:p>
        </w:tc>
        <w:tc>
          <w:tcPr>
            <w:tcW w:w="2297" w:type="dxa"/>
          </w:tcPr>
          <w:p w14:paraId="45C3BAC9" w14:textId="77777777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 xml:space="preserve">Disaeratore </w:t>
            </w:r>
          </w:p>
        </w:tc>
        <w:tc>
          <w:tcPr>
            <w:tcW w:w="5803" w:type="dxa"/>
          </w:tcPr>
          <w:p w14:paraId="00E18C36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Disaeratore per impianti di riscaldamento e condizionamento.</w:t>
            </w:r>
          </w:p>
          <w:p w14:paraId="67CCA944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8671A4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C28104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Temperatura massima di esercizio: 140 °C</w:t>
            </w:r>
          </w:p>
          <w:p w14:paraId="79DC2129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esercizio: 10 bar</w:t>
            </w:r>
          </w:p>
          <w:p w14:paraId="0CF11044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C67796">
              <w:rPr>
                <w:rFonts w:ascii="Poppins" w:hAnsi="Poppins" w:cs="Poppins"/>
              </w:rPr>
              <w:t>Kv</w:t>
            </w:r>
            <w:proofErr w:type="spellEnd"/>
            <w:r w:rsidRPr="00C67796">
              <w:rPr>
                <w:rFonts w:ascii="Poppins" w:hAnsi="Poppins" w:cs="Poppins"/>
              </w:rPr>
              <w:t>: 6,5</w:t>
            </w:r>
          </w:p>
          <w:p w14:paraId="1709C99C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Fluido d’impiego: acqua, soluzione glicole</w:t>
            </w:r>
          </w:p>
          <w:p w14:paraId="6D883565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lastRenderedPageBreak/>
              <w:t>Misura: DN 15 – G 1”M x G 3/4” F</w:t>
            </w:r>
          </w:p>
          <w:p w14:paraId="1D7547B9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4D4A91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B3265A8" w14:textId="317785B9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Marca E</w:t>
            </w:r>
            <w:r>
              <w:rPr>
                <w:rFonts w:ascii="Poppins" w:hAnsi="Poppins" w:cs="Poppins"/>
                <w:b/>
                <w:sz w:val="20"/>
              </w:rPr>
              <w:t>mmeti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 - Modello </w:t>
            </w:r>
            <w:proofErr w:type="gramStart"/>
            <w:r w:rsidRPr="00C67796">
              <w:rPr>
                <w:rFonts w:ascii="Poppins" w:hAnsi="Poppins" w:cs="Poppins"/>
                <w:b/>
                <w:sz w:val="20"/>
              </w:rPr>
              <w:t>Disaeratore  o</w:t>
            </w:r>
            <w:proofErr w:type="gramEnd"/>
            <w:r w:rsidRPr="00C67796">
              <w:rPr>
                <w:rFonts w:ascii="Poppins" w:hAnsi="Poppins" w:cs="Poppins"/>
                <w:b/>
                <w:sz w:val="20"/>
              </w:rPr>
              <w:t xml:space="preserve">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E68D0" w14:paraId="2F05F80E" w14:textId="77777777" w:rsidTr="00C67796">
        <w:tc>
          <w:tcPr>
            <w:tcW w:w="1398" w:type="dxa"/>
          </w:tcPr>
          <w:p w14:paraId="168BFD1E" w14:textId="77777777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lastRenderedPageBreak/>
              <w:t>00406010</w:t>
            </w:r>
          </w:p>
        </w:tc>
        <w:tc>
          <w:tcPr>
            <w:tcW w:w="2297" w:type="dxa"/>
          </w:tcPr>
          <w:p w14:paraId="137A2E8F" w14:textId="77777777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Disaeratore in linea</w:t>
            </w:r>
          </w:p>
          <w:p w14:paraId="5158E270" w14:textId="77777777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3/4" F</w:t>
            </w:r>
          </w:p>
        </w:tc>
        <w:tc>
          <w:tcPr>
            <w:tcW w:w="5803" w:type="dxa"/>
          </w:tcPr>
          <w:p w14:paraId="59F3CF42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Disaeratore in linea da 3/4" per circuiti di riscaldamento e condizionamento.</w:t>
            </w:r>
          </w:p>
          <w:p w14:paraId="7962F861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DFA689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7304B500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CW 617N YBU EB 12165</w:t>
            </w:r>
          </w:p>
          <w:p w14:paraId="16A0BC09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Elastomeri: EPDM e NBR</w:t>
            </w:r>
          </w:p>
          <w:p w14:paraId="2F5A62A3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Galleggiante: a leva in resina polipropilenica</w:t>
            </w:r>
          </w:p>
          <w:p w14:paraId="3986D7FD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Cartuccia: Acciaio Inox AISI 302</w:t>
            </w:r>
          </w:p>
          <w:p w14:paraId="0518D769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0C8A19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D1AA856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Fluido utilizzabile: Acqua + Glicole (max 30%)</w:t>
            </w:r>
          </w:p>
          <w:p w14:paraId="32B8E17B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Temperatura massima del fluido: 110 °C</w:t>
            </w:r>
          </w:p>
          <w:p w14:paraId="79AEF76F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esercizio: 10 bar</w:t>
            </w:r>
          </w:p>
          <w:p w14:paraId="48574FAA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scarico: 10 bar</w:t>
            </w:r>
          </w:p>
          <w:p w14:paraId="58980DCA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C67796">
              <w:rPr>
                <w:rFonts w:ascii="Poppins" w:hAnsi="Poppins" w:cs="Poppins"/>
              </w:rPr>
              <w:t>Kv</w:t>
            </w:r>
            <w:proofErr w:type="spellEnd"/>
            <w:r w:rsidRPr="00C67796">
              <w:rPr>
                <w:rFonts w:ascii="Poppins" w:hAnsi="Poppins" w:cs="Poppins"/>
              </w:rPr>
              <w:t>: 12,66</w:t>
            </w:r>
          </w:p>
          <w:p w14:paraId="5C55E0D6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9F6581" w14:textId="4A0A3120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Marca E</w:t>
            </w:r>
            <w:r>
              <w:rPr>
                <w:rFonts w:ascii="Poppins" w:hAnsi="Poppins" w:cs="Poppins"/>
                <w:b/>
                <w:sz w:val="20"/>
              </w:rPr>
              <w:t>mmeti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 - Modello Disaeratore in linea 3/4" F  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E68D0" w14:paraId="6BD8A804" w14:textId="77777777" w:rsidTr="00C67796">
        <w:tc>
          <w:tcPr>
            <w:tcW w:w="1398" w:type="dxa"/>
          </w:tcPr>
          <w:p w14:paraId="130A0409" w14:textId="77777777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00406020</w:t>
            </w:r>
          </w:p>
        </w:tc>
        <w:tc>
          <w:tcPr>
            <w:tcW w:w="2297" w:type="dxa"/>
          </w:tcPr>
          <w:p w14:paraId="024983AC" w14:textId="77777777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Disaeratore in linea</w:t>
            </w:r>
          </w:p>
          <w:p w14:paraId="594D0C03" w14:textId="77777777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1" F</w:t>
            </w:r>
          </w:p>
        </w:tc>
        <w:tc>
          <w:tcPr>
            <w:tcW w:w="5803" w:type="dxa"/>
          </w:tcPr>
          <w:p w14:paraId="7BD2C793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Disaeratore in linea da 1” per circuiti di riscaldamento e condizionamento.</w:t>
            </w:r>
          </w:p>
          <w:p w14:paraId="603F463D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768B77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3CD1575B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CW 617N YBU EB 12165</w:t>
            </w:r>
          </w:p>
          <w:p w14:paraId="4611131A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Elastomeri: EPDM e NBR</w:t>
            </w:r>
          </w:p>
          <w:p w14:paraId="1816AC82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Galleggiante: a leva in resina polipropilenica</w:t>
            </w:r>
          </w:p>
          <w:p w14:paraId="38E4A575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Cartuccia: Acciaio Inox AISI 302</w:t>
            </w:r>
          </w:p>
          <w:p w14:paraId="36AC561E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7083DC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37F42EC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Fluido utilizzabile: Acqua + Glicole (max 30%)</w:t>
            </w:r>
          </w:p>
          <w:p w14:paraId="543733D2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Temperatura massima del fluido: 110 °C</w:t>
            </w:r>
          </w:p>
          <w:p w14:paraId="64CBE231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esercizio: 10 bar</w:t>
            </w:r>
          </w:p>
          <w:p w14:paraId="7CB16902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scarico: 10 bar</w:t>
            </w:r>
          </w:p>
          <w:p w14:paraId="3D16718E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C67796">
              <w:rPr>
                <w:rFonts w:ascii="Poppins" w:hAnsi="Poppins" w:cs="Poppins"/>
              </w:rPr>
              <w:t>Kv</w:t>
            </w:r>
            <w:proofErr w:type="spellEnd"/>
            <w:r w:rsidRPr="00C67796">
              <w:rPr>
                <w:rFonts w:ascii="Poppins" w:hAnsi="Poppins" w:cs="Poppins"/>
              </w:rPr>
              <w:t>: 20,44</w:t>
            </w:r>
          </w:p>
          <w:p w14:paraId="210F29EE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C86507" w14:textId="00F34EA4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Marca E</w:t>
            </w:r>
            <w:r>
              <w:rPr>
                <w:rFonts w:ascii="Poppins" w:hAnsi="Poppins" w:cs="Poppins"/>
                <w:b/>
                <w:sz w:val="20"/>
              </w:rPr>
              <w:t>mmeti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 - Modello Disaeratore in linea 1" F  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E68D0" w14:paraId="69D8AEA3" w14:textId="77777777" w:rsidTr="00C67796">
        <w:tc>
          <w:tcPr>
            <w:tcW w:w="1398" w:type="dxa"/>
          </w:tcPr>
          <w:p w14:paraId="71B27F8F" w14:textId="77777777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lastRenderedPageBreak/>
              <w:t>00406030</w:t>
            </w:r>
          </w:p>
        </w:tc>
        <w:tc>
          <w:tcPr>
            <w:tcW w:w="2297" w:type="dxa"/>
          </w:tcPr>
          <w:p w14:paraId="67D4968B" w14:textId="77777777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Disaeratore in linea</w:t>
            </w:r>
          </w:p>
          <w:p w14:paraId="61A04D9A" w14:textId="77777777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1”1/4 F</w:t>
            </w:r>
          </w:p>
        </w:tc>
        <w:tc>
          <w:tcPr>
            <w:tcW w:w="5803" w:type="dxa"/>
          </w:tcPr>
          <w:p w14:paraId="5DCDF77E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Disaeratore in linea da 1”1/4 per circuiti di riscaldamento e condizionamento.</w:t>
            </w:r>
          </w:p>
          <w:p w14:paraId="419C81DA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2E634F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0AA4A2BF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Corpo: ottone CW 617N YBU EB 12165</w:t>
            </w:r>
          </w:p>
          <w:p w14:paraId="69043314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Elastomeri: EPDM e NBR</w:t>
            </w:r>
          </w:p>
          <w:p w14:paraId="61288139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Galleggiante: a leva in resina polipropilenica</w:t>
            </w:r>
          </w:p>
          <w:p w14:paraId="69F24451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Cartuccia: Acciaio Inox AISI 302</w:t>
            </w:r>
          </w:p>
          <w:p w14:paraId="0E33C4C0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30FADBF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B897AD6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Fluido utilizzabile: Acqua + Glicole (max 30%)</w:t>
            </w:r>
          </w:p>
          <w:p w14:paraId="243A46B9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Temperatura massima del fluido: 110 °C</w:t>
            </w:r>
          </w:p>
          <w:p w14:paraId="6AB7FF05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esercizio: 10 bar</w:t>
            </w:r>
          </w:p>
          <w:p w14:paraId="2FBF5E86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Pressione massima di scarico: 10 bar</w:t>
            </w:r>
          </w:p>
          <w:p w14:paraId="5B9A103F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C67796">
              <w:rPr>
                <w:rFonts w:ascii="Poppins" w:hAnsi="Poppins" w:cs="Poppins"/>
              </w:rPr>
              <w:t>Kv</w:t>
            </w:r>
            <w:proofErr w:type="spellEnd"/>
            <w:r w:rsidRPr="00C67796">
              <w:rPr>
                <w:rFonts w:ascii="Poppins" w:hAnsi="Poppins" w:cs="Poppins"/>
              </w:rPr>
              <w:t>: 28,14</w:t>
            </w:r>
          </w:p>
          <w:p w14:paraId="406E2B5C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824688" w14:textId="3EB1382D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Marca E</w:t>
            </w:r>
            <w:r>
              <w:rPr>
                <w:rFonts w:ascii="Poppins" w:hAnsi="Poppins" w:cs="Poppins"/>
                <w:b/>
                <w:sz w:val="20"/>
              </w:rPr>
              <w:t>mmeti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 - Modello Disaeratore in linea 1"1/4 F  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E68D0" w14:paraId="7D9A87EC" w14:textId="77777777" w:rsidTr="00C67796">
        <w:tc>
          <w:tcPr>
            <w:tcW w:w="1398" w:type="dxa"/>
          </w:tcPr>
          <w:p w14:paraId="38B09E3F" w14:textId="49D0EFE8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90000064</w:t>
            </w:r>
          </w:p>
        </w:tc>
        <w:tc>
          <w:tcPr>
            <w:tcW w:w="2297" w:type="dxa"/>
          </w:tcPr>
          <w:p w14:paraId="6AB3BA77" w14:textId="77777777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Valvola di sovrapressione</w:t>
            </w:r>
          </w:p>
          <w:p w14:paraId="0C05506F" w14:textId="77777777" w:rsidR="004E68D0" w:rsidRPr="00C67796" w:rsidRDefault="004E68D0" w:rsidP="004E68D0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67796">
              <w:rPr>
                <w:rFonts w:ascii="Poppins" w:hAnsi="Poppins" w:cs="Poppins"/>
                <w:bCs/>
                <w:sz w:val="20"/>
              </w:rPr>
              <w:t>3/4"</w:t>
            </w:r>
          </w:p>
        </w:tc>
        <w:tc>
          <w:tcPr>
            <w:tcW w:w="5803" w:type="dxa"/>
          </w:tcPr>
          <w:p w14:paraId="42EB66B3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  <w:r w:rsidRPr="00C67796">
              <w:rPr>
                <w:rFonts w:ascii="Poppins" w:hAnsi="Poppins" w:cs="Poppins"/>
                <w:sz w:val="20"/>
              </w:rPr>
              <w:t>Valvola di sovrapressione da 3/4".</w:t>
            </w:r>
          </w:p>
          <w:p w14:paraId="5BCFB997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0FCA85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7D9230A" w14:textId="79B13CC1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 xml:space="preserve">Pressione massima: </w:t>
            </w:r>
            <w:r>
              <w:rPr>
                <w:rFonts w:ascii="Poppins" w:hAnsi="Poppins" w:cs="Poppins"/>
              </w:rPr>
              <w:t>6</w:t>
            </w:r>
            <w:r w:rsidRPr="00C67796">
              <w:rPr>
                <w:rFonts w:ascii="Poppins" w:hAnsi="Poppins" w:cs="Poppins"/>
              </w:rPr>
              <w:t xml:space="preserve"> bar</w:t>
            </w:r>
          </w:p>
          <w:p w14:paraId="2021FE7E" w14:textId="77777777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67796">
              <w:rPr>
                <w:rFonts w:ascii="Poppins" w:hAnsi="Poppins" w:cs="Poppins"/>
              </w:rPr>
              <w:t>Temperatura massima: 110 °C</w:t>
            </w:r>
          </w:p>
          <w:p w14:paraId="532CE2AB" w14:textId="240B489B" w:rsidR="004E68D0" w:rsidRPr="00C67796" w:rsidRDefault="004E68D0" w:rsidP="004E68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C67796">
              <w:rPr>
                <w:rFonts w:ascii="Poppins" w:hAnsi="Poppins" w:cs="Poppins"/>
              </w:rPr>
              <w:t>Campo di taratura: 0,</w:t>
            </w:r>
            <w:r>
              <w:rPr>
                <w:rFonts w:ascii="Poppins" w:hAnsi="Poppins" w:cs="Poppins"/>
              </w:rPr>
              <w:t>03</w:t>
            </w:r>
            <w:r w:rsidRPr="00C67796">
              <w:rPr>
                <w:rFonts w:ascii="Poppins" w:hAnsi="Poppins" w:cs="Poppins"/>
              </w:rPr>
              <w:t xml:space="preserve"> – 0,</w:t>
            </w:r>
            <w:r>
              <w:rPr>
                <w:rFonts w:ascii="Poppins" w:hAnsi="Poppins" w:cs="Poppins"/>
              </w:rPr>
              <w:t>5</w:t>
            </w:r>
            <w:r w:rsidRPr="00C67796">
              <w:rPr>
                <w:rFonts w:ascii="Poppins" w:hAnsi="Poppins" w:cs="Poppins"/>
              </w:rPr>
              <w:t xml:space="preserve"> bar</w:t>
            </w:r>
          </w:p>
          <w:p w14:paraId="7C008B1E" w14:textId="77777777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BE5E54D" w14:textId="435977B9" w:rsidR="004E68D0" w:rsidRPr="00C67796" w:rsidRDefault="004E68D0" w:rsidP="004E68D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7796">
              <w:rPr>
                <w:rFonts w:ascii="Poppins" w:hAnsi="Poppins" w:cs="Poppins"/>
                <w:b/>
                <w:sz w:val="20"/>
              </w:rPr>
              <w:t>Marca E</w:t>
            </w:r>
            <w:r>
              <w:rPr>
                <w:rFonts w:ascii="Poppins" w:hAnsi="Poppins" w:cs="Poppins"/>
                <w:b/>
                <w:sz w:val="20"/>
              </w:rPr>
              <w:t>mmeti</w:t>
            </w:r>
            <w:r w:rsidRPr="00C67796">
              <w:rPr>
                <w:rFonts w:ascii="Poppins" w:hAnsi="Poppins" w:cs="Poppins"/>
                <w:b/>
                <w:sz w:val="20"/>
              </w:rPr>
              <w:t xml:space="preserve"> - Modello Valvola di sovrapressione 3/4"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C5D577B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524BA" w14:textId="77777777" w:rsidR="000B5FCE" w:rsidRDefault="000B5FCE">
      <w:r>
        <w:separator/>
      </w:r>
    </w:p>
  </w:endnote>
  <w:endnote w:type="continuationSeparator" w:id="0">
    <w:p w14:paraId="5DE10D65" w14:textId="77777777" w:rsidR="000B5FCE" w:rsidRDefault="000B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EBC2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517199A2" w14:textId="77777777" w:rsidTr="004706FD">
      <w:tc>
        <w:tcPr>
          <w:tcW w:w="4534" w:type="dxa"/>
        </w:tcPr>
        <w:p w14:paraId="61DC35F6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C67796">
            <w:rPr>
              <w:rFonts w:ascii="Poppins" w:hAnsi="Poppins" w:cs="Poppins"/>
              <w:iCs/>
              <w:noProof/>
              <w:sz w:val="16"/>
            </w:rPr>
            <w:t>Componenti centrale termica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580EF8F4" w14:textId="0AC63F0F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E68D0">
            <w:rPr>
              <w:rFonts w:ascii="Poppins" w:hAnsi="Poppins" w:cs="Poppins"/>
              <w:noProof/>
              <w:sz w:val="14"/>
              <w:szCs w:val="14"/>
            </w:rPr>
            <w:t>10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0E1FB266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6260FE1" wp14:editId="1D3BE004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1CF25" w14:textId="77777777" w:rsidR="000B5FCE" w:rsidRDefault="000B5FCE">
      <w:r>
        <w:separator/>
      </w:r>
    </w:p>
  </w:footnote>
  <w:footnote w:type="continuationSeparator" w:id="0">
    <w:p w14:paraId="47E39CD3" w14:textId="77777777" w:rsidR="000B5FCE" w:rsidRDefault="000B5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2904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E834735" wp14:editId="6D4FB6D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29DB3A3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5A565AC7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27D57"/>
    <w:multiLevelType w:val="hybridMultilevel"/>
    <w:tmpl w:val="808E3884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165A4F"/>
    <w:multiLevelType w:val="hybridMultilevel"/>
    <w:tmpl w:val="AC188850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607B3"/>
    <w:multiLevelType w:val="hybridMultilevel"/>
    <w:tmpl w:val="26C25C22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818CE"/>
    <w:multiLevelType w:val="hybridMultilevel"/>
    <w:tmpl w:val="BD7AA0BA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564653"/>
    <w:multiLevelType w:val="hybridMultilevel"/>
    <w:tmpl w:val="32DC7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1538789">
    <w:abstractNumId w:val="22"/>
  </w:num>
  <w:num w:numId="2" w16cid:durableId="19818037">
    <w:abstractNumId w:val="21"/>
  </w:num>
  <w:num w:numId="3" w16cid:durableId="488060300">
    <w:abstractNumId w:val="11"/>
  </w:num>
  <w:num w:numId="4" w16cid:durableId="308049289">
    <w:abstractNumId w:val="5"/>
  </w:num>
  <w:num w:numId="5" w16cid:durableId="1649282951">
    <w:abstractNumId w:val="18"/>
  </w:num>
  <w:num w:numId="6" w16cid:durableId="548806595">
    <w:abstractNumId w:val="16"/>
  </w:num>
  <w:num w:numId="7" w16cid:durableId="525600326">
    <w:abstractNumId w:val="13"/>
  </w:num>
  <w:num w:numId="8" w16cid:durableId="80296101">
    <w:abstractNumId w:val="16"/>
  </w:num>
  <w:num w:numId="9" w16cid:durableId="144014531">
    <w:abstractNumId w:val="0"/>
  </w:num>
  <w:num w:numId="10" w16cid:durableId="1333800368">
    <w:abstractNumId w:val="16"/>
  </w:num>
  <w:num w:numId="11" w16cid:durableId="1670522572">
    <w:abstractNumId w:val="25"/>
  </w:num>
  <w:num w:numId="12" w16cid:durableId="1674339148">
    <w:abstractNumId w:val="28"/>
  </w:num>
  <w:num w:numId="13" w16cid:durableId="2126659085">
    <w:abstractNumId w:val="24"/>
  </w:num>
  <w:num w:numId="14" w16cid:durableId="659968700">
    <w:abstractNumId w:val="14"/>
  </w:num>
  <w:num w:numId="15" w16cid:durableId="342318986">
    <w:abstractNumId w:val="26"/>
  </w:num>
  <w:num w:numId="16" w16cid:durableId="2093429780">
    <w:abstractNumId w:val="31"/>
  </w:num>
  <w:num w:numId="17" w16cid:durableId="1625962536">
    <w:abstractNumId w:val="34"/>
  </w:num>
  <w:num w:numId="18" w16cid:durableId="1153177392">
    <w:abstractNumId w:val="27"/>
  </w:num>
  <w:num w:numId="19" w16cid:durableId="1545479702">
    <w:abstractNumId w:val="2"/>
  </w:num>
  <w:num w:numId="20" w16cid:durableId="822354760">
    <w:abstractNumId w:val="4"/>
  </w:num>
  <w:num w:numId="21" w16cid:durableId="1896895750">
    <w:abstractNumId w:val="19"/>
  </w:num>
  <w:num w:numId="22" w16cid:durableId="128979154">
    <w:abstractNumId w:val="7"/>
  </w:num>
  <w:num w:numId="23" w16cid:durableId="1476333600">
    <w:abstractNumId w:val="23"/>
  </w:num>
  <w:num w:numId="24" w16cid:durableId="465658593">
    <w:abstractNumId w:val="33"/>
  </w:num>
  <w:num w:numId="25" w16cid:durableId="1862669454">
    <w:abstractNumId w:val="12"/>
  </w:num>
  <w:num w:numId="26" w16cid:durableId="518277873">
    <w:abstractNumId w:val="15"/>
  </w:num>
  <w:num w:numId="27" w16cid:durableId="269898475">
    <w:abstractNumId w:val="29"/>
  </w:num>
  <w:num w:numId="28" w16cid:durableId="690843303">
    <w:abstractNumId w:val="17"/>
  </w:num>
  <w:num w:numId="29" w16cid:durableId="1708678021">
    <w:abstractNumId w:val="6"/>
  </w:num>
  <w:num w:numId="30" w16cid:durableId="708844327">
    <w:abstractNumId w:val="20"/>
  </w:num>
  <w:num w:numId="31" w16cid:durableId="676005018">
    <w:abstractNumId w:val="30"/>
  </w:num>
  <w:num w:numId="32" w16cid:durableId="1390421050">
    <w:abstractNumId w:val="10"/>
  </w:num>
  <w:num w:numId="33" w16cid:durableId="719018463">
    <w:abstractNumId w:val="10"/>
  </w:num>
  <w:num w:numId="34" w16cid:durableId="1720275920">
    <w:abstractNumId w:val="9"/>
  </w:num>
  <w:num w:numId="35" w16cid:durableId="1537549193">
    <w:abstractNumId w:val="32"/>
  </w:num>
  <w:num w:numId="36" w16cid:durableId="37903005">
    <w:abstractNumId w:val="8"/>
  </w:num>
  <w:num w:numId="37" w16cid:durableId="181017734">
    <w:abstractNumId w:val="1"/>
  </w:num>
  <w:num w:numId="38" w16cid:durableId="8029672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35721"/>
    <w:rsid w:val="0006784D"/>
    <w:rsid w:val="0009136B"/>
    <w:rsid w:val="000A41FB"/>
    <w:rsid w:val="000A5F85"/>
    <w:rsid w:val="000B0936"/>
    <w:rsid w:val="000B5FCE"/>
    <w:rsid w:val="000B6932"/>
    <w:rsid w:val="000C52FA"/>
    <w:rsid w:val="000F7A52"/>
    <w:rsid w:val="00103A0D"/>
    <w:rsid w:val="00117A0E"/>
    <w:rsid w:val="001441C6"/>
    <w:rsid w:val="001450AB"/>
    <w:rsid w:val="00160EEB"/>
    <w:rsid w:val="001620E3"/>
    <w:rsid w:val="00171DAE"/>
    <w:rsid w:val="00176F22"/>
    <w:rsid w:val="00195A49"/>
    <w:rsid w:val="001A5581"/>
    <w:rsid w:val="001B6FC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C14B3"/>
    <w:rsid w:val="002C3F75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A08D3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E68D0"/>
    <w:rsid w:val="004E7ED6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310DD"/>
    <w:rsid w:val="00665813"/>
    <w:rsid w:val="0067070B"/>
    <w:rsid w:val="006818BD"/>
    <w:rsid w:val="00690CC4"/>
    <w:rsid w:val="006A02D2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9F016F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36D7A"/>
    <w:rsid w:val="00B406A9"/>
    <w:rsid w:val="00B7475F"/>
    <w:rsid w:val="00B93396"/>
    <w:rsid w:val="00B93CD1"/>
    <w:rsid w:val="00BB0104"/>
    <w:rsid w:val="00BB2A5B"/>
    <w:rsid w:val="00BD14D8"/>
    <w:rsid w:val="00BD731B"/>
    <w:rsid w:val="00BF1E16"/>
    <w:rsid w:val="00C02E1C"/>
    <w:rsid w:val="00C055AD"/>
    <w:rsid w:val="00C057F5"/>
    <w:rsid w:val="00C203AE"/>
    <w:rsid w:val="00C233C1"/>
    <w:rsid w:val="00C25698"/>
    <w:rsid w:val="00C27DFF"/>
    <w:rsid w:val="00C36C55"/>
    <w:rsid w:val="00C437EE"/>
    <w:rsid w:val="00C55FF9"/>
    <w:rsid w:val="00C67796"/>
    <w:rsid w:val="00C8012B"/>
    <w:rsid w:val="00C81E4A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5359C"/>
    <w:rsid w:val="00D62BDF"/>
    <w:rsid w:val="00D832BB"/>
    <w:rsid w:val="00D902A4"/>
    <w:rsid w:val="00DA3646"/>
    <w:rsid w:val="00DD2E16"/>
    <w:rsid w:val="00DD3C72"/>
    <w:rsid w:val="00DE5C0B"/>
    <w:rsid w:val="00DE7FF1"/>
    <w:rsid w:val="00E07577"/>
    <w:rsid w:val="00E17A38"/>
    <w:rsid w:val="00E35EE2"/>
    <w:rsid w:val="00E36C49"/>
    <w:rsid w:val="00E42389"/>
    <w:rsid w:val="00E5632D"/>
    <w:rsid w:val="00E7391C"/>
    <w:rsid w:val="00E81275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A45DE"/>
    <w:rsid w:val="00FB3288"/>
    <w:rsid w:val="00FD02BC"/>
    <w:rsid w:val="00FD255D"/>
    <w:rsid w:val="00FF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1878E6F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F6213-9667-4CFD-82AD-17061A4A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1</TotalTime>
  <Pages>10</Pages>
  <Words>2299</Words>
  <Characters>11066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13339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21</cp:revision>
  <cp:lastPrinted>2013-11-14T13:48:00Z</cp:lastPrinted>
  <dcterms:created xsi:type="dcterms:W3CDTF">2025-01-15T10:50:00Z</dcterms:created>
  <dcterms:modified xsi:type="dcterms:W3CDTF">2025-12-22T10:53:00Z</dcterms:modified>
</cp:coreProperties>
</file>